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2ADB" w:rsidRPr="00C45F5E" w:rsidRDefault="009B2ADB" w:rsidP="00C45F5E">
      <w:pPr>
        <w:pStyle w:val="Heading1"/>
      </w:pPr>
      <w:bookmarkStart w:id="0" w:name="_GoBack"/>
      <w:bookmarkEnd w:id="0"/>
      <w:r w:rsidRPr="00C45F5E">
        <w:t>P</w:t>
      </w:r>
      <w:r w:rsidR="00F16A84" w:rsidRPr="00C45F5E">
        <w:t>ARTNERSHIP AGREEMENT</w:t>
      </w:r>
    </w:p>
    <w:p w:rsidR="00F16A84" w:rsidRPr="00C45F5E" w:rsidRDefault="00F16A84" w:rsidP="00C45F5E">
      <w:pPr>
        <w:pStyle w:val="Heading1"/>
      </w:pPr>
      <w:r w:rsidRPr="00C45F5E">
        <w:t>of the</w:t>
      </w:r>
    </w:p>
    <w:p w:rsidR="009B2ADB" w:rsidRDefault="00F16A84" w:rsidP="00C45F5E">
      <w:pPr>
        <w:pStyle w:val="Heading1"/>
      </w:pPr>
      <w:r w:rsidRPr="00C45F5E">
        <w:fldChar w:fldCharType="begin"/>
      </w:r>
      <w:r w:rsidRPr="00C45F5E">
        <w:instrText xml:space="preserve"> MACROBUTTON  DoFieldClick [Name]</w:instrText>
      </w:r>
      <w:r w:rsidRPr="00C45F5E">
        <w:fldChar w:fldCharType="end"/>
      </w:r>
      <w:r w:rsidRPr="00C45F5E">
        <w:t xml:space="preserve"> </w:t>
      </w:r>
      <w:r w:rsidR="0095094E" w:rsidRPr="00C45F5E">
        <w:t xml:space="preserve">Investment </w:t>
      </w:r>
      <w:r w:rsidRPr="00C45F5E">
        <w:t>Club</w:t>
      </w:r>
    </w:p>
    <w:p w:rsidR="009E6F4E" w:rsidRPr="009E6F4E" w:rsidRDefault="009E6F4E" w:rsidP="009E6F4E"/>
    <w:p w:rsidR="009B2ADB" w:rsidRDefault="009B2ADB" w:rsidP="00BB4284">
      <w:pPr>
        <w:pStyle w:val="BodyText"/>
      </w:pPr>
      <w:r>
        <w:t>This AGREEMENT of PARTNERSHIP</w:t>
      </w:r>
      <w:r w:rsidR="00F16A84">
        <w:t xml:space="preserve"> is made</w:t>
      </w:r>
      <w:r>
        <w:t xml:space="preserve"> as of</w:t>
      </w:r>
      <w:r w:rsidR="00B9740C">
        <w:t xml:space="preserve"> </w:t>
      </w:r>
      <w:r w:rsidR="00B9740C">
        <w:fldChar w:fldCharType="begin"/>
      </w:r>
      <w:r w:rsidR="00B9740C">
        <w:instrText xml:space="preserve"> MACROBUTTON  AcceptAllChangesInDoc [</w:instrText>
      </w:r>
      <w:r w:rsidR="00B9740C">
        <w:rPr>
          <w:b/>
        </w:rPr>
        <w:instrText>Date</w:instrText>
      </w:r>
      <w:r w:rsidR="00B9740C">
        <w:instrText>]</w:instrText>
      </w:r>
      <w:r w:rsidR="00B9740C">
        <w:fldChar w:fldCharType="end"/>
      </w:r>
      <w:r w:rsidR="009E6F4E">
        <w:t xml:space="preserve"> </w:t>
      </w:r>
      <w:r w:rsidR="009F2FB4">
        <w:t xml:space="preserve"> </w:t>
      </w:r>
      <w:r>
        <w:t>by and between the undersigned</w:t>
      </w:r>
      <w:r w:rsidR="00F16A84">
        <w:t xml:space="preserve"> </w:t>
      </w:r>
      <w:r w:rsidR="002B73A7">
        <w:t>P</w:t>
      </w:r>
      <w:r w:rsidR="00F16A84">
        <w:t>artners.</w:t>
      </w:r>
    </w:p>
    <w:p w:rsidR="00F16A84" w:rsidRPr="00F16A84" w:rsidRDefault="00F16A84" w:rsidP="00BB4284">
      <w:pPr>
        <w:pStyle w:val="Heading2"/>
      </w:pPr>
      <w:r w:rsidRPr="00F16A84">
        <w:t>I. Formation</w:t>
      </w:r>
    </w:p>
    <w:p w:rsidR="009B2ADB" w:rsidRDefault="009B2ADB" w:rsidP="00171773">
      <w:pPr>
        <w:pStyle w:val="BodyText"/>
      </w:pPr>
      <w:r>
        <w:t>The undersigned hereby form a General Partnership in</w:t>
      </w:r>
      <w:r w:rsidR="00787A2A">
        <w:t>,</w:t>
      </w:r>
      <w:r>
        <w:t xml:space="preserve"> </w:t>
      </w:r>
      <w:r w:rsidR="00787A2A">
        <w:t xml:space="preserve">and in </w:t>
      </w:r>
      <w:r>
        <w:t>accordance with the laws of</w:t>
      </w:r>
      <w:r w:rsidR="00E35A2D">
        <w:t>,</w:t>
      </w:r>
      <w:r>
        <w:t xml:space="preserve"> the State of</w:t>
      </w:r>
      <w:r w:rsidR="00F16A84">
        <w:t xml:space="preserve"> </w:t>
      </w:r>
      <w:r w:rsidR="00F16A84">
        <w:fldChar w:fldCharType="begin"/>
      </w:r>
      <w:r w:rsidR="00F16A84">
        <w:instrText xml:space="preserve"> MACROBUTTON  AcceptAllChangesInDoc [</w:instrText>
      </w:r>
      <w:r w:rsidR="00F16A84" w:rsidRPr="00F16A84">
        <w:rPr>
          <w:b/>
        </w:rPr>
        <w:instrText>State</w:instrText>
      </w:r>
      <w:r w:rsidR="00F16A84">
        <w:instrText>]</w:instrText>
      </w:r>
      <w:r w:rsidR="00F16A84">
        <w:fldChar w:fldCharType="end"/>
      </w:r>
      <w:r w:rsidR="00F16A84">
        <w:t>.</w:t>
      </w:r>
    </w:p>
    <w:p w:rsidR="00F16A84" w:rsidRDefault="00F16A84" w:rsidP="00BB4284">
      <w:pPr>
        <w:pStyle w:val="Heading2"/>
      </w:pPr>
      <w:r>
        <w:t>II. Name</w:t>
      </w:r>
    </w:p>
    <w:p w:rsidR="009B2ADB" w:rsidRDefault="009B2ADB" w:rsidP="00171773">
      <w:pPr>
        <w:pStyle w:val="BodyText"/>
      </w:pPr>
      <w:r>
        <w:t xml:space="preserve">The name of the </w:t>
      </w:r>
      <w:r w:rsidR="002C23E6">
        <w:t>P</w:t>
      </w:r>
      <w:r>
        <w:t xml:space="preserve">artnership shall be </w:t>
      </w:r>
      <w:r w:rsidR="00A66511">
        <w:fldChar w:fldCharType="begin"/>
      </w:r>
      <w:r w:rsidR="00A66511">
        <w:instrText xml:space="preserve"> MACROBUTTON  AcceptAllChangesInDoc [</w:instrText>
      </w:r>
      <w:r w:rsidR="00A66511" w:rsidRPr="00A66511">
        <w:rPr>
          <w:b/>
        </w:rPr>
        <w:instrText>Partnership</w:instrText>
      </w:r>
      <w:r w:rsidR="00B9740C">
        <w:rPr>
          <w:b/>
        </w:rPr>
        <w:instrText xml:space="preserve"> Name</w:instrText>
      </w:r>
      <w:r w:rsidR="00A66511">
        <w:instrText>]</w:instrText>
      </w:r>
      <w:r w:rsidR="00A66511">
        <w:fldChar w:fldCharType="end"/>
      </w:r>
      <w:r w:rsidR="00A66511">
        <w:t>.</w:t>
      </w:r>
    </w:p>
    <w:p w:rsidR="00A66511" w:rsidRDefault="00A66511" w:rsidP="00BB4284">
      <w:pPr>
        <w:pStyle w:val="Heading2"/>
      </w:pPr>
      <w:r>
        <w:t xml:space="preserve">III. </w:t>
      </w:r>
      <w:r w:rsidR="009B2ADB">
        <w:t>Term</w:t>
      </w:r>
    </w:p>
    <w:p w:rsidR="009B2ADB" w:rsidRDefault="009B2ADB" w:rsidP="00171773">
      <w:pPr>
        <w:pStyle w:val="BodyText"/>
      </w:pPr>
      <w:r>
        <w:t xml:space="preserve">The </w:t>
      </w:r>
      <w:r w:rsidR="002C23E6">
        <w:t>P</w:t>
      </w:r>
      <w:r>
        <w:t xml:space="preserve">artnership shall begin on </w:t>
      </w:r>
      <w:r w:rsidR="004C1C5D">
        <w:fldChar w:fldCharType="begin"/>
      </w:r>
      <w:r w:rsidR="004C1C5D">
        <w:instrText xml:space="preserve"> MACROBUTTON  DoFieldClick [</w:instrText>
      </w:r>
      <w:r w:rsidR="004C1C5D" w:rsidRPr="004C1C5D">
        <w:rPr>
          <w:b/>
        </w:rPr>
        <w:instrText>Date</w:instrText>
      </w:r>
      <w:r w:rsidR="004C1C5D">
        <w:instrText>]</w:instrText>
      </w:r>
      <w:r w:rsidR="004C1C5D">
        <w:fldChar w:fldCharType="end"/>
      </w:r>
      <w:r w:rsidR="005655E6">
        <w:t xml:space="preserve"> </w:t>
      </w:r>
      <w:r>
        <w:t xml:space="preserve">and shall continue until </w:t>
      </w:r>
      <w:r w:rsidR="004C1C5D">
        <w:fldChar w:fldCharType="begin"/>
      </w:r>
      <w:r w:rsidR="004C1C5D">
        <w:instrText xml:space="preserve"> MACROBUTTON  DoFieldClick [</w:instrText>
      </w:r>
      <w:r w:rsidR="004C1C5D" w:rsidRPr="004C1C5D">
        <w:rPr>
          <w:b/>
        </w:rPr>
        <w:instrText>Date</w:instrText>
      </w:r>
      <w:r w:rsidR="004C1C5D">
        <w:instrText>]</w:instrText>
      </w:r>
      <w:r w:rsidR="004C1C5D">
        <w:fldChar w:fldCharType="end"/>
      </w:r>
      <w:r w:rsidR="005655E6">
        <w:t xml:space="preserve"> </w:t>
      </w:r>
      <w:r>
        <w:t>of the same year and thereafter</w:t>
      </w:r>
      <w:r w:rsidR="00A66511">
        <w:t xml:space="preserve"> </w:t>
      </w:r>
      <w:r>
        <w:t>from year to year unless earlier terminated as hereinafter provided.</w:t>
      </w:r>
    </w:p>
    <w:p w:rsidR="00A66511" w:rsidRDefault="00A66511" w:rsidP="00BB4284">
      <w:pPr>
        <w:pStyle w:val="Heading2"/>
      </w:pPr>
      <w:r>
        <w:t>IV</w:t>
      </w:r>
      <w:r w:rsidR="00897D55">
        <w:t>.</w:t>
      </w:r>
      <w:r>
        <w:t xml:space="preserve"> Purpose</w:t>
      </w:r>
    </w:p>
    <w:p w:rsidR="00897D55" w:rsidRDefault="00897D55" w:rsidP="00BB4284">
      <w:pPr>
        <w:pStyle w:val="BodyText"/>
      </w:pPr>
      <w:r>
        <w:t>T</w:t>
      </w:r>
      <w:r w:rsidR="002C23E6">
        <w:t xml:space="preserve">he purpose </w:t>
      </w:r>
      <w:r w:rsidR="00787A2A">
        <w:t xml:space="preserve">of the Partnership </w:t>
      </w:r>
      <w:r w:rsidR="002C23E6">
        <w:t>shall be t</w:t>
      </w:r>
      <w:r w:rsidRPr="00C85BE4">
        <w:t>o</w:t>
      </w:r>
      <w:r>
        <w:t xml:space="preserve"> </w:t>
      </w:r>
      <w:r w:rsidRPr="00C85BE4">
        <w:t xml:space="preserve">invest the assets of the Partnership in stocks, bonds, and securities for the </w:t>
      </w:r>
      <w:r>
        <w:t xml:space="preserve">financial and educational </w:t>
      </w:r>
      <w:r w:rsidRPr="00C85BE4">
        <w:t xml:space="preserve">benefit </w:t>
      </w:r>
      <w:r>
        <w:t>of the Partners, while employing fundamental principles and techniques of sound investment practices.</w:t>
      </w:r>
    </w:p>
    <w:p w:rsidR="00897D55" w:rsidRDefault="00897D55" w:rsidP="00BB4284">
      <w:pPr>
        <w:pStyle w:val="Heading2"/>
      </w:pPr>
      <w:r>
        <w:t>V. Meetings</w:t>
      </w:r>
    </w:p>
    <w:p w:rsidR="009B2ADB" w:rsidRDefault="009B2ADB" w:rsidP="00BB4284">
      <w:pPr>
        <w:pStyle w:val="BodyText"/>
      </w:pPr>
      <w:r>
        <w:t xml:space="preserve">Periodic meetings shall be held </w:t>
      </w:r>
      <w:r w:rsidR="00787A2A">
        <w:t xml:space="preserve">regularly </w:t>
      </w:r>
      <w:r>
        <w:t xml:space="preserve">as determined by the </w:t>
      </w:r>
      <w:r w:rsidR="002C23E6">
        <w:t>P</w:t>
      </w:r>
      <w:r>
        <w:t>artnership.</w:t>
      </w:r>
    </w:p>
    <w:p w:rsidR="00897D55" w:rsidRDefault="00897D55" w:rsidP="00BB4284">
      <w:pPr>
        <w:pStyle w:val="Heading2"/>
      </w:pPr>
      <w:r>
        <w:t xml:space="preserve">VI. </w:t>
      </w:r>
      <w:r w:rsidR="009B2ADB">
        <w:t>Capital Contributions</w:t>
      </w:r>
    </w:p>
    <w:p w:rsidR="009B2ADB" w:rsidRDefault="00787A2A" w:rsidP="00BB4284">
      <w:pPr>
        <w:pStyle w:val="BodyText"/>
      </w:pPr>
      <w:r>
        <w:t xml:space="preserve">The </w:t>
      </w:r>
      <w:r w:rsidR="009058C3">
        <w:t>P</w:t>
      </w:r>
      <w:r w:rsidR="00897D55" w:rsidRPr="00C85BE4">
        <w:t xml:space="preserve">artners will </w:t>
      </w:r>
      <w:r>
        <w:t xml:space="preserve">each </w:t>
      </w:r>
      <w:r w:rsidR="00897D55" w:rsidRPr="00C85BE4">
        <w:t>make minimum monthly investment</w:t>
      </w:r>
      <w:r>
        <w:t>s</w:t>
      </w:r>
      <w:r w:rsidR="00897D55" w:rsidRPr="00C85BE4">
        <w:t xml:space="preserve"> of</w:t>
      </w:r>
      <w:r w:rsidR="006B0A33">
        <w:t xml:space="preserve"> </w:t>
      </w:r>
      <w:r w:rsidR="004B226B">
        <w:fldChar w:fldCharType="begin"/>
      </w:r>
      <w:r w:rsidR="004B226B">
        <w:instrText xml:space="preserve"> MACROBUTTON  DoFieldClick [</w:instrText>
      </w:r>
      <w:r w:rsidR="004B226B" w:rsidRPr="004B226B">
        <w:rPr>
          <w:b/>
        </w:rPr>
        <w:instrText>Amount</w:instrText>
      </w:r>
      <w:r w:rsidR="004B226B">
        <w:instrText>]</w:instrText>
      </w:r>
      <w:r w:rsidR="004B226B">
        <w:fldChar w:fldCharType="end"/>
      </w:r>
      <w:r w:rsidR="004B226B">
        <w:t xml:space="preserve"> </w:t>
      </w:r>
      <w:r w:rsidR="00897D55" w:rsidRPr="00C85BE4">
        <w:t>at regular monthly meeting</w:t>
      </w:r>
      <w:r w:rsidR="009056D1">
        <w:t>s</w:t>
      </w:r>
      <w:r w:rsidR="00897D55" w:rsidRPr="00C85BE4">
        <w:t xml:space="preserve">. Partners may also make optional additional contributions in any </w:t>
      </w:r>
      <w:r w:rsidR="004B226B">
        <w:fldChar w:fldCharType="begin"/>
      </w:r>
      <w:r w:rsidR="004B226B">
        <w:instrText xml:space="preserve"> MACROBUTTON  DoFieldClick [</w:instrText>
      </w:r>
      <w:r w:rsidR="004B226B" w:rsidRPr="004B226B">
        <w:rPr>
          <w:b/>
        </w:rPr>
        <w:instrText>Amount</w:instrText>
      </w:r>
      <w:r w:rsidR="004B226B">
        <w:instrText>]</w:instrText>
      </w:r>
      <w:r w:rsidR="004B226B">
        <w:fldChar w:fldCharType="end"/>
      </w:r>
      <w:r w:rsidR="004B226B">
        <w:t xml:space="preserve"> </w:t>
      </w:r>
      <w:r w:rsidR="00897D55" w:rsidRPr="00C85BE4">
        <w:t>increment(s). Regular monthly contributions</w:t>
      </w:r>
      <w:r w:rsidR="002C23E6">
        <w:t>,</w:t>
      </w:r>
      <w:r w:rsidR="00897D55" w:rsidRPr="00C85BE4">
        <w:t xml:space="preserve"> normally collected at meetings</w:t>
      </w:r>
      <w:r w:rsidR="002C23E6">
        <w:t>,</w:t>
      </w:r>
      <w:r w:rsidR="00897D55" w:rsidRPr="00C85BE4">
        <w:t xml:space="preserve"> are due prior to the scheduled meeting </w:t>
      </w:r>
      <w:r w:rsidR="002C23E6">
        <w:t>in the case of</w:t>
      </w:r>
      <w:r w:rsidR="00897D55" w:rsidRPr="00C85BE4">
        <w:t xml:space="preserve"> any planned absence, or by the end of the third day after the meeting from anyone who was unable to attend that monthly meeting due to an emergency or illness. </w:t>
      </w:r>
      <w:r w:rsidR="00897D55">
        <w:t>N</w:t>
      </w:r>
      <w:r w:rsidR="009B2ADB">
        <w:t xml:space="preserve">o </w:t>
      </w:r>
      <w:r w:rsidR="002A771D">
        <w:t>P</w:t>
      </w:r>
      <w:r w:rsidR="009B2ADB">
        <w:t xml:space="preserve">artner's capital account shall exceed twenty percent (20%) of the capital accounts of all </w:t>
      </w:r>
      <w:r w:rsidR="002A771D">
        <w:t>P</w:t>
      </w:r>
      <w:r w:rsidR="009B2ADB">
        <w:t>artners.</w:t>
      </w:r>
    </w:p>
    <w:p w:rsidR="00897D55" w:rsidRDefault="00897D55" w:rsidP="00BB4284">
      <w:pPr>
        <w:pStyle w:val="Heading2"/>
      </w:pPr>
      <w:r>
        <w:t xml:space="preserve">VII. </w:t>
      </w:r>
      <w:r w:rsidR="009B2ADB">
        <w:t>Valu</w:t>
      </w:r>
      <w:r w:rsidR="009056D1">
        <w:t>ation</w:t>
      </w:r>
      <w:r w:rsidR="009B2ADB">
        <w:t xml:space="preserve"> of the Partnership</w:t>
      </w:r>
    </w:p>
    <w:p w:rsidR="009B2ADB" w:rsidRDefault="009B2ADB" w:rsidP="00BB4284">
      <w:pPr>
        <w:pStyle w:val="BodyText"/>
      </w:pPr>
      <w:r>
        <w:t xml:space="preserve">The current value of the assets of the </w:t>
      </w:r>
      <w:r w:rsidR="002A771D">
        <w:t>P</w:t>
      </w:r>
      <w:r>
        <w:t xml:space="preserve">artnership, less the current value of the </w:t>
      </w:r>
      <w:r w:rsidR="0095094E">
        <w:t xml:space="preserve">debts and </w:t>
      </w:r>
      <w:r>
        <w:t xml:space="preserve">liabilities of the </w:t>
      </w:r>
      <w:r w:rsidR="002A771D">
        <w:t>P</w:t>
      </w:r>
      <w:r w:rsidR="00E35A2D">
        <w:t>artnership</w:t>
      </w:r>
      <w:r>
        <w:t xml:space="preserve"> (hereinafter referred to as the "value of the </w:t>
      </w:r>
      <w:r w:rsidR="002B73A7">
        <w:t>P</w:t>
      </w:r>
      <w:r>
        <w:t xml:space="preserve">artnership") shall be determined </w:t>
      </w:r>
      <w:r w:rsidR="00CC5F5E">
        <w:t>at</w:t>
      </w:r>
      <w:r>
        <w:t xml:space="preserve"> a regularly scheduled date and time (</w:t>
      </w:r>
      <w:r w:rsidR="009C0B18">
        <w:t xml:space="preserve">hereinafter referred to as the </w:t>
      </w:r>
      <w:r>
        <w:t>"valuation date") preceding th</w:t>
      </w:r>
      <w:r w:rsidR="00897D55">
        <w:t>e date of each periodic meeting.</w:t>
      </w:r>
    </w:p>
    <w:p w:rsidR="00897D55" w:rsidRDefault="00897D55" w:rsidP="00BB4284">
      <w:pPr>
        <w:pStyle w:val="Heading2"/>
      </w:pPr>
      <w:r>
        <w:t xml:space="preserve">VIII. </w:t>
      </w:r>
      <w:r w:rsidR="009B2ADB">
        <w:t>Capital Accounts</w:t>
      </w:r>
    </w:p>
    <w:p w:rsidR="009B2ADB" w:rsidRDefault="0095094E" w:rsidP="00BB4284">
      <w:pPr>
        <w:pStyle w:val="BodyText"/>
      </w:pPr>
      <w:r>
        <w:t xml:space="preserve">There shall be maintained a </w:t>
      </w:r>
      <w:r w:rsidR="009B2ADB">
        <w:t xml:space="preserve">capital account in the name of each </w:t>
      </w:r>
      <w:r w:rsidR="002A771D">
        <w:t>P</w:t>
      </w:r>
      <w:r w:rsidR="009B2ADB">
        <w:t xml:space="preserve">artner. Any increase or </w:t>
      </w:r>
      <w:r w:rsidR="00897D55">
        <w:t>d</w:t>
      </w:r>
      <w:r w:rsidR="009B2ADB">
        <w:t xml:space="preserve">ecrease </w:t>
      </w:r>
      <w:r w:rsidR="002A771D">
        <w:t>in the value of the P</w:t>
      </w:r>
      <w:r w:rsidR="009B2ADB">
        <w:t xml:space="preserve">artnership on any valuation date shall be credited or debited, respectively, to each </w:t>
      </w:r>
      <w:r w:rsidR="002A771D">
        <w:t>P</w:t>
      </w:r>
      <w:r w:rsidR="009B2ADB">
        <w:t xml:space="preserve">artner's capital account on that date. Any other method of valuating each </w:t>
      </w:r>
      <w:r w:rsidR="002A771D">
        <w:t>P</w:t>
      </w:r>
      <w:r w:rsidR="009B2ADB">
        <w:t xml:space="preserve">artner's capital account may be substituted for this method, provided the substituted method results in exactly the same valuation as previously provided </w:t>
      </w:r>
      <w:r w:rsidR="009B2ADB">
        <w:lastRenderedPageBreak/>
        <w:t xml:space="preserve">herein. Each </w:t>
      </w:r>
      <w:r w:rsidR="002A771D">
        <w:t>P</w:t>
      </w:r>
      <w:r w:rsidR="009B2ADB">
        <w:t xml:space="preserve">artner's contribution to, or capital withdrawal from, the </w:t>
      </w:r>
      <w:r w:rsidR="002A771D">
        <w:t>P</w:t>
      </w:r>
      <w:r w:rsidR="00E35A2D">
        <w:t>artnership shall be credited</w:t>
      </w:r>
      <w:r w:rsidR="009B2ADB">
        <w:t xml:space="preserve"> or debited, respectively, to that </w:t>
      </w:r>
      <w:r w:rsidR="002A771D">
        <w:t>P</w:t>
      </w:r>
      <w:r w:rsidR="009B2ADB">
        <w:t>artner's capital account.</w:t>
      </w:r>
    </w:p>
    <w:p w:rsidR="00897D55" w:rsidRDefault="00897D55" w:rsidP="00BB4284">
      <w:pPr>
        <w:pStyle w:val="Heading2"/>
      </w:pPr>
      <w:r>
        <w:t>IX.</w:t>
      </w:r>
      <w:r w:rsidR="009B2ADB">
        <w:t xml:space="preserve"> Management</w:t>
      </w:r>
    </w:p>
    <w:p w:rsidR="009B2ADB" w:rsidRDefault="009B2ADB" w:rsidP="00BB4284">
      <w:pPr>
        <w:pStyle w:val="BodyText"/>
      </w:pPr>
      <w:r>
        <w:t xml:space="preserve">Except as otherwise determined, all decisions shall be made by the </w:t>
      </w:r>
      <w:r w:rsidR="002A771D">
        <w:t>P</w:t>
      </w:r>
      <w:r>
        <w:t xml:space="preserve">artners whose capital accounts total a majority of the value of the capital accounts of all the </w:t>
      </w:r>
      <w:r w:rsidR="002A771D">
        <w:t>P</w:t>
      </w:r>
      <w:r>
        <w:t>artners.</w:t>
      </w:r>
    </w:p>
    <w:p w:rsidR="00897D55" w:rsidRDefault="00897D55" w:rsidP="00BB4284">
      <w:pPr>
        <w:pStyle w:val="Heading2"/>
      </w:pPr>
      <w:r>
        <w:t xml:space="preserve">X. </w:t>
      </w:r>
      <w:r w:rsidR="009B2ADB">
        <w:t>Sharing of Profits and Losses</w:t>
      </w:r>
    </w:p>
    <w:p w:rsidR="009B2ADB" w:rsidRDefault="009B2ADB" w:rsidP="00BB4284">
      <w:pPr>
        <w:pStyle w:val="BodyText"/>
      </w:pPr>
      <w:r>
        <w:t xml:space="preserve">Net profits and losses of the </w:t>
      </w:r>
      <w:r w:rsidR="002A771D">
        <w:t>P</w:t>
      </w:r>
      <w:r>
        <w:t>artnership shall inure to, and be borne by, the</w:t>
      </w:r>
      <w:r w:rsidR="00897D55">
        <w:t xml:space="preserve"> </w:t>
      </w:r>
      <w:r w:rsidR="002B73A7">
        <w:t>P</w:t>
      </w:r>
      <w:r>
        <w:t>artners, in proportion to the value of each of their capital accounts.</w:t>
      </w:r>
    </w:p>
    <w:p w:rsidR="006106C4" w:rsidRDefault="006106C4" w:rsidP="00BB4284">
      <w:pPr>
        <w:pStyle w:val="Heading2"/>
      </w:pPr>
      <w:r>
        <w:t xml:space="preserve">XI. </w:t>
      </w:r>
      <w:r w:rsidR="009B2ADB">
        <w:t>Book of Account</w:t>
      </w:r>
    </w:p>
    <w:p w:rsidR="009B2ADB" w:rsidRDefault="006106C4" w:rsidP="00BB4284">
      <w:pPr>
        <w:pStyle w:val="BodyText"/>
      </w:pPr>
      <w:r w:rsidRPr="006106C4">
        <w:t>The Book of Account shall be a complete set of accounts, consisting of assets, liabilities, individual Partnership accounts, and appropriate revenue and expense accounts. It shall use the double-entry accounting system.</w:t>
      </w:r>
      <w:r w:rsidR="00187C5C">
        <w:t xml:space="preserve"> </w:t>
      </w:r>
      <w:r w:rsidR="009B2ADB">
        <w:t xml:space="preserve">Books of </w:t>
      </w:r>
      <w:r w:rsidR="002A771D">
        <w:t>A</w:t>
      </w:r>
      <w:r w:rsidR="009B2ADB">
        <w:t>ccount of the transactions of</w:t>
      </w:r>
      <w:r>
        <w:t xml:space="preserve"> </w:t>
      </w:r>
      <w:r w:rsidR="009B2ADB">
        <w:t xml:space="preserve">the </w:t>
      </w:r>
      <w:r w:rsidR="002A771D">
        <w:t>P</w:t>
      </w:r>
      <w:r w:rsidR="009B2ADB">
        <w:t xml:space="preserve">artnership shall be kept and at all times be available and open to inspection and examination by any </w:t>
      </w:r>
      <w:r w:rsidR="002A771D">
        <w:t>P</w:t>
      </w:r>
      <w:r w:rsidR="009B2ADB">
        <w:t>artner.</w:t>
      </w:r>
    </w:p>
    <w:p w:rsidR="006106C4" w:rsidRDefault="006106C4" w:rsidP="00BB4284">
      <w:pPr>
        <w:pStyle w:val="Heading2"/>
      </w:pPr>
      <w:r>
        <w:t xml:space="preserve">XII. </w:t>
      </w:r>
      <w:r w:rsidR="009B2ADB">
        <w:t xml:space="preserve">Annual Accounting </w:t>
      </w:r>
      <w:r w:rsidR="002A771D">
        <w:t>and Partnership Audit Committee</w:t>
      </w:r>
    </w:p>
    <w:p w:rsidR="006106C4" w:rsidRPr="001A65B7" w:rsidRDefault="006106C4" w:rsidP="00BB4284">
      <w:pPr>
        <w:pStyle w:val="BodyText"/>
      </w:pPr>
      <w:r>
        <w:t xml:space="preserve">Each calendar year, a full and complete account of the condition of the </w:t>
      </w:r>
      <w:r w:rsidR="002A771D">
        <w:t>P</w:t>
      </w:r>
      <w:r>
        <w:t xml:space="preserve">artnership shall be made to the </w:t>
      </w:r>
      <w:r w:rsidR="002A771D">
        <w:t>P</w:t>
      </w:r>
      <w:r>
        <w:t>artners. Th</w:t>
      </w:r>
      <w:r w:rsidR="009C0B18">
        <w:t>e</w:t>
      </w:r>
      <w:r>
        <w:t xml:space="preserve"> </w:t>
      </w:r>
      <w:r w:rsidR="002A771D">
        <w:t>A</w:t>
      </w:r>
      <w:r>
        <w:t xml:space="preserve">nnual </w:t>
      </w:r>
      <w:r w:rsidR="002A771D">
        <w:t>A</w:t>
      </w:r>
      <w:r>
        <w:t xml:space="preserve">ccounting </w:t>
      </w:r>
      <w:r w:rsidR="009C0B18">
        <w:t xml:space="preserve">for the preceding year </w:t>
      </w:r>
      <w:r>
        <w:t>shall ta</w:t>
      </w:r>
      <w:r w:rsidR="007F4A3F">
        <w:t>ke place at the Annual Meeting.</w:t>
      </w:r>
    </w:p>
    <w:p w:rsidR="006106C4" w:rsidRPr="001A65B7" w:rsidRDefault="006106C4" w:rsidP="00BB4284">
      <w:pPr>
        <w:pStyle w:val="BodyText"/>
      </w:pPr>
      <w:r>
        <w:t>All financial transactions shall be reviewed semi-annually by a Partnership Audit Committee.</w:t>
      </w:r>
    </w:p>
    <w:p w:rsidR="006106C4" w:rsidRDefault="006106C4" w:rsidP="00BB4284">
      <w:pPr>
        <w:pStyle w:val="Heading2"/>
      </w:pPr>
      <w:r>
        <w:t>XIII. Bank Account</w:t>
      </w:r>
    </w:p>
    <w:p w:rsidR="009B2ADB" w:rsidRDefault="009B2ADB" w:rsidP="00BB4284">
      <w:pPr>
        <w:pStyle w:val="BodyText"/>
      </w:pPr>
      <w:r>
        <w:t xml:space="preserve">The </w:t>
      </w:r>
      <w:r w:rsidR="002A771D">
        <w:t>P</w:t>
      </w:r>
      <w:r>
        <w:t xml:space="preserve">artnership may select a bank for the purpose of opening a bank account. Funds in the bank account shall be withdrawn by checks signed by any </w:t>
      </w:r>
      <w:r w:rsidR="002C3606">
        <w:t>P</w:t>
      </w:r>
      <w:r>
        <w:t xml:space="preserve">artner designated by the </w:t>
      </w:r>
      <w:r w:rsidR="002C3606">
        <w:t>P</w:t>
      </w:r>
      <w:r>
        <w:t>artnership.</w:t>
      </w:r>
    </w:p>
    <w:p w:rsidR="006106C4" w:rsidRDefault="006106C4" w:rsidP="00BB4284">
      <w:pPr>
        <w:pStyle w:val="Heading2"/>
      </w:pPr>
      <w:r>
        <w:t>XIV. Broker Account</w:t>
      </w:r>
    </w:p>
    <w:p w:rsidR="006106C4" w:rsidRDefault="009B2ADB" w:rsidP="00BB4284">
      <w:pPr>
        <w:pStyle w:val="BodyText"/>
      </w:pPr>
      <w:r>
        <w:t xml:space="preserve">None of the </w:t>
      </w:r>
      <w:r w:rsidR="002C3606">
        <w:t>P</w:t>
      </w:r>
      <w:r>
        <w:t xml:space="preserve">artners of this </w:t>
      </w:r>
      <w:r w:rsidR="002C3606">
        <w:t>P</w:t>
      </w:r>
      <w:r>
        <w:t xml:space="preserve">artnership shall be a broker. However, the </w:t>
      </w:r>
      <w:r w:rsidR="002B73A7">
        <w:t>P</w:t>
      </w:r>
      <w:r>
        <w:t>artnership may select a broker and enter into such agreements with the broker as required for the purchase or sale of securities</w:t>
      </w:r>
      <w:r w:rsidR="00B23645">
        <w:t>, as follows:</w:t>
      </w:r>
      <w:r>
        <w:t xml:space="preserve">  </w:t>
      </w:r>
    </w:p>
    <w:p w:rsidR="006106C4" w:rsidRPr="001A65B7" w:rsidRDefault="006106C4" w:rsidP="006968BD">
      <w:pPr>
        <w:pStyle w:val="ListBullet2"/>
      </w:pPr>
      <w:r>
        <w:t>All securities shall be purchased in the name of the Partnership.</w:t>
      </w:r>
    </w:p>
    <w:p w:rsidR="006106C4" w:rsidRPr="001A65B7" w:rsidRDefault="006106C4" w:rsidP="006968BD">
      <w:pPr>
        <w:pStyle w:val="ListBullet2"/>
      </w:pPr>
      <w:r>
        <w:t xml:space="preserve">All securities shall be kept in the Partnership safe </w:t>
      </w:r>
      <w:r w:rsidR="00021BC3">
        <w:t>deposit box or with the broker.</w:t>
      </w:r>
    </w:p>
    <w:p w:rsidR="006106C4" w:rsidRDefault="006106C4" w:rsidP="006968BD">
      <w:pPr>
        <w:pStyle w:val="ListBullet2"/>
      </w:pPr>
      <w:r>
        <w:t>The Presiding Partner and the Assistant Presiding Partner shall be the custodians of all securities.</w:t>
      </w:r>
    </w:p>
    <w:p w:rsidR="009B2ADB" w:rsidRDefault="006106C4" w:rsidP="006968BD">
      <w:pPr>
        <w:pStyle w:val="ListBullet2"/>
      </w:pPr>
      <w:r>
        <w:t>A</w:t>
      </w:r>
      <w:r w:rsidR="009B2ADB">
        <w:t xml:space="preserve">ny corporation or transfer agent called upon to transfer any securities to or from the name of the </w:t>
      </w:r>
      <w:r w:rsidR="002C3606">
        <w:t>P</w:t>
      </w:r>
      <w:r w:rsidR="009B2ADB">
        <w:t xml:space="preserve">artnership shall be entitled to rely on instructions or assignments signed by any </w:t>
      </w:r>
      <w:r w:rsidR="002C3606">
        <w:t>P</w:t>
      </w:r>
      <w:r w:rsidR="009B2ADB">
        <w:t xml:space="preserve">artner without inquiry as to the authority of the person(s) signing such instructions or assignments, </w:t>
      </w:r>
      <w:r w:rsidR="00B23645">
        <w:t>and without</w:t>
      </w:r>
      <w:r w:rsidR="009B2ADB">
        <w:t xml:space="preserve"> </w:t>
      </w:r>
      <w:r w:rsidR="002C3606">
        <w:t xml:space="preserve">inquiry </w:t>
      </w:r>
      <w:r w:rsidR="009B2ADB">
        <w:t>as to the validity of any transfer to or from t</w:t>
      </w:r>
      <w:r>
        <w:t xml:space="preserve">he name of the </w:t>
      </w:r>
      <w:r w:rsidR="002C3606">
        <w:t>P</w:t>
      </w:r>
      <w:r>
        <w:t>artnership.</w:t>
      </w:r>
    </w:p>
    <w:p w:rsidR="009B2ADB" w:rsidRDefault="009B2ADB" w:rsidP="006968BD">
      <w:pPr>
        <w:pStyle w:val="ListBullet2"/>
      </w:pPr>
      <w:r>
        <w:t xml:space="preserve">At the time of a transfer of securities, the corporation or transfer agent is entitled to assume (1) that the </w:t>
      </w:r>
      <w:r w:rsidR="002C3606">
        <w:t>P</w:t>
      </w:r>
      <w:r>
        <w:t xml:space="preserve">artnership is still in existence and (2) that this Agreement is in full force and effect and has not been amended unless the corporation </w:t>
      </w:r>
      <w:r w:rsidR="00B23645">
        <w:t xml:space="preserve">or transfer agent </w:t>
      </w:r>
      <w:r>
        <w:t>has received written notice to the contrary.</w:t>
      </w:r>
    </w:p>
    <w:p w:rsidR="006106C4" w:rsidRDefault="006106C4" w:rsidP="00BB4284">
      <w:pPr>
        <w:pStyle w:val="Heading2"/>
      </w:pPr>
      <w:r>
        <w:lastRenderedPageBreak/>
        <w:t>XV.</w:t>
      </w:r>
      <w:r w:rsidR="009B2ADB">
        <w:t xml:space="preserve"> No Compensation</w:t>
      </w:r>
    </w:p>
    <w:p w:rsidR="009B2ADB" w:rsidRDefault="009B2ADB" w:rsidP="00BB4284">
      <w:pPr>
        <w:pStyle w:val="BodyText"/>
      </w:pPr>
      <w:r>
        <w:t xml:space="preserve">No </w:t>
      </w:r>
      <w:r w:rsidR="002C3606">
        <w:t>P</w:t>
      </w:r>
      <w:r>
        <w:t xml:space="preserve">artner shall be compensated for services rendered to the </w:t>
      </w:r>
      <w:r w:rsidR="002C3606">
        <w:t>P</w:t>
      </w:r>
      <w:r>
        <w:t xml:space="preserve">artnership, except </w:t>
      </w:r>
      <w:r w:rsidR="00B23645">
        <w:t xml:space="preserve">for </w:t>
      </w:r>
      <w:r>
        <w:t>reimbursement</w:t>
      </w:r>
      <w:r w:rsidR="006106C4">
        <w:t xml:space="preserve"> </w:t>
      </w:r>
      <w:r w:rsidR="00B23645">
        <w:t>of</w:t>
      </w:r>
      <w:r>
        <w:t xml:space="preserve"> expenses.</w:t>
      </w:r>
    </w:p>
    <w:p w:rsidR="00753592" w:rsidRDefault="00753592" w:rsidP="00BB4284">
      <w:pPr>
        <w:pStyle w:val="Heading2"/>
      </w:pPr>
      <w:r>
        <w:t xml:space="preserve">XVI. </w:t>
      </w:r>
      <w:r w:rsidR="009B2ADB">
        <w:t>Additional Partners</w:t>
      </w:r>
    </w:p>
    <w:p w:rsidR="009B2ADB" w:rsidRDefault="009B2ADB" w:rsidP="00BB4284">
      <w:pPr>
        <w:pStyle w:val="BodyText"/>
      </w:pPr>
      <w:r>
        <w:t xml:space="preserve">Additional </w:t>
      </w:r>
      <w:r w:rsidR="002C3606">
        <w:t>P</w:t>
      </w:r>
      <w:r>
        <w:t xml:space="preserve">artners may be admitted at any time, upon the unanimous consent of the </w:t>
      </w:r>
      <w:r w:rsidR="002C3606">
        <w:t>P</w:t>
      </w:r>
      <w:r>
        <w:t xml:space="preserve">artners, so long as the number of </w:t>
      </w:r>
      <w:r w:rsidR="002C3606">
        <w:t>P</w:t>
      </w:r>
      <w:r>
        <w:t xml:space="preserve">artners does not exceed </w:t>
      </w:r>
      <w:r w:rsidR="005E2373">
        <w:fldChar w:fldCharType="begin"/>
      </w:r>
      <w:r w:rsidR="005E2373">
        <w:instrText xml:space="preserve"> MACROBUTTON  DoFieldClick [</w:instrText>
      </w:r>
      <w:r w:rsidR="005E2373">
        <w:rPr>
          <w:b/>
        </w:rPr>
        <w:instrText>Number</w:instrText>
      </w:r>
      <w:r w:rsidR="005E2373">
        <w:instrText>]</w:instrText>
      </w:r>
      <w:r w:rsidR="005E2373">
        <w:fldChar w:fldCharType="end"/>
      </w:r>
      <w:r>
        <w:t>.</w:t>
      </w:r>
    </w:p>
    <w:p w:rsidR="009B2ADB" w:rsidRDefault="00753592" w:rsidP="00BB4284">
      <w:pPr>
        <w:pStyle w:val="Heading2"/>
      </w:pPr>
      <w:r>
        <w:t>XVII. Transfers to a Trust</w:t>
      </w:r>
    </w:p>
    <w:p w:rsidR="009B2ADB" w:rsidRDefault="009B2ADB" w:rsidP="00BB4284">
      <w:pPr>
        <w:pStyle w:val="BodyText"/>
      </w:pPr>
      <w:r>
        <w:t xml:space="preserve">A </w:t>
      </w:r>
      <w:r w:rsidR="002C3606">
        <w:t>P</w:t>
      </w:r>
      <w:r>
        <w:t xml:space="preserve">artner may, after giving written notice to the other </w:t>
      </w:r>
      <w:r w:rsidR="002C3606">
        <w:t>P</w:t>
      </w:r>
      <w:r>
        <w:t xml:space="preserve">artners, transfer interest in the </w:t>
      </w:r>
      <w:r w:rsidR="002C3606">
        <w:t>P</w:t>
      </w:r>
      <w:r>
        <w:t>artnership to a revocable living trust</w:t>
      </w:r>
      <w:r w:rsidR="00B23645">
        <w:t>,</w:t>
      </w:r>
      <w:r>
        <w:t xml:space="preserve"> of which </w:t>
      </w:r>
      <w:r w:rsidR="00CC5F5E">
        <w:t>the Partner</w:t>
      </w:r>
      <w:r>
        <w:t xml:space="preserve"> is the grantor and sole trustee.</w:t>
      </w:r>
    </w:p>
    <w:p w:rsidR="00753592" w:rsidRDefault="00753592" w:rsidP="00BB4284">
      <w:pPr>
        <w:pStyle w:val="Heading2"/>
      </w:pPr>
      <w:r>
        <w:t>XVIII. Removal of a Partner</w:t>
      </w:r>
    </w:p>
    <w:p w:rsidR="009B2ADB" w:rsidRDefault="009B2ADB" w:rsidP="00BB4284">
      <w:pPr>
        <w:pStyle w:val="BodyText"/>
      </w:pPr>
      <w:r>
        <w:t xml:space="preserve">Any </w:t>
      </w:r>
      <w:r w:rsidR="002C3606">
        <w:t>P</w:t>
      </w:r>
      <w:r>
        <w:t xml:space="preserve">artner may be removed by agreement of the </w:t>
      </w:r>
      <w:r w:rsidR="002C3606">
        <w:t>P</w:t>
      </w:r>
      <w:r>
        <w:t xml:space="preserve">artners whose capital accounts total a majority of the value of all </w:t>
      </w:r>
      <w:r w:rsidR="002C3606">
        <w:t>P</w:t>
      </w:r>
      <w:r>
        <w:t xml:space="preserve">artners' capital accounts. Written notice of a meeting where removal of a </w:t>
      </w:r>
      <w:r w:rsidR="002C3606">
        <w:t>P</w:t>
      </w:r>
      <w:r>
        <w:t>artner is to be considered shall include a spec</w:t>
      </w:r>
      <w:r w:rsidR="00E35A2D">
        <w:t xml:space="preserve">ific reference to this matter. </w:t>
      </w:r>
      <w:r>
        <w:t xml:space="preserve">The removal shall become effective upon payment of the value of the removed </w:t>
      </w:r>
      <w:r w:rsidR="002C3606">
        <w:t>P</w:t>
      </w:r>
      <w:r>
        <w:t>artner's capital account</w:t>
      </w:r>
      <w:r w:rsidR="00753592">
        <w:t>.</w:t>
      </w:r>
    </w:p>
    <w:p w:rsidR="00753592" w:rsidRDefault="00753592" w:rsidP="00BB4284">
      <w:pPr>
        <w:pStyle w:val="Heading2"/>
      </w:pPr>
      <w:r>
        <w:t xml:space="preserve">XIX. </w:t>
      </w:r>
      <w:r w:rsidR="009B2ADB">
        <w:t>Termination of Partnership</w:t>
      </w:r>
    </w:p>
    <w:p w:rsidR="009B2ADB" w:rsidRDefault="009B2ADB" w:rsidP="00BB4284">
      <w:pPr>
        <w:pStyle w:val="BodyText"/>
      </w:pPr>
      <w:r>
        <w:t xml:space="preserve">The </w:t>
      </w:r>
      <w:r w:rsidR="002C3606">
        <w:t>P</w:t>
      </w:r>
      <w:r>
        <w:t xml:space="preserve">artnership may be terminated by agreement of the </w:t>
      </w:r>
      <w:r w:rsidR="002C3606">
        <w:t>P</w:t>
      </w:r>
      <w:r>
        <w:t xml:space="preserve">artners whose capital accounts total a majority in value of the capital accounts of all the </w:t>
      </w:r>
      <w:r w:rsidR="002C3606">
        <w:t>P</w:t>
      </w:r>
      <w:r>
        <w:t xml:space="preserve">artners. Written notice of a meeting where termination of the </w:t>
      </w:r>
      <w:r w:rsidR="002C3606">
        <w:t>P</w:t>
      </w:r>
      <w:r>
        <w:t xml:space="preserve">artnership is to be considered shall include a specific reference to this matter. Written notice of the decision to terminate the </w:t>
      </w:r>
      <w:r w:rsidR="00075FDB">
        <w:t>P</w:t>
      </w:r>
      <w:r>
        <w:t xml:space="preserve">artnership shall be given to all the </w:t>
      </w:r>
      <w:r w:rsidR="00075FDB">
        <w:t>P</w:t>
      </w:r>
      <w:r>
        <w:t xml:space="preserve">artners. Payment shall then be made of all the liabilities of the </w:t>
      </w:r>
      <w:r w:rsidR="00075FDB">
        <w:t>P</w:t>
      </w:r>
      <w:r>
        <w:t>artnership</w:t>
      </w:r>
      <w:r w:rsidR="00B719C5">
        <w:t>,</w:t>
      </w:r>
      <w:r>
        <w:t xml:space="preserve"> and a final distribution of the remaining assets</w:t>
      </w:r>
      <w:r w:rsidR="00E35A2D">
        <w:t>,</w:t>
      </w:r>
      <w:r>
        <w:t xml:space="preserve"> either in cash or in kind, shall be made </w:t>
      </w:r>
      <w:r w:rsidR="00B719C5">
        <w:t xml:space="preserve">promptly </w:t>
      </w:r>
      <w:r>
        <w:t xml:space="preserve">to the </w:t>
      </w:r>
      <w:r w:rsidR="00075FDB">
        <w:t>P</w:t>
      </w:r>
      <w:r>
        <w:t xml:space="preserve">artners or </w:t>
      </w:r>
      <w:r w:rsidR="00075FDB">
        <w:t xml:space="preserve">to </w:t>
      </w:r>
      <w:r>
        <w:t xml:space="preserve">their personal representatives in proportion to each </w:t>
      </w:r>
      <w:r w:rsidR="00075FDB">
        <w:t>P</w:t>
      </w:r>
      <w:r>
        <w:t>artner's capital account.</w:t>
      </w:r>
    </w:p>
    <w:p w:rsidR="00753592" w:rsidRDefault="00753592" w:rsidP="00BB4284">
      <w:pPr>
        <w:pStyle w:val="Heading2"/>
      </w:pPr>
      <w:r>
        <w:t>XX.</w:t>
      </w:r>
      <w:r w:rsidR="009B2ADB">
        <w:t xml:space="preserve"> Voluntary Withdrawal (Partial or Full) of a Partner</w:t>
      </w:r>
    </w:p>
    <w:p w:rsidR="009B2ADB" w:rsidRDefault="009B2ADB" w:rsidP="00BB4284">
      <w:pPr>
        <w:pStyle w:val="BodyText"/>
      </w:pPr>
      <w:r>
        <w:t xml:space="preserve">Any </w:t>
      </w:r>
      <w:r w:rsidR="00075FDB">
        <w:t>P</w:t>
      </w:r>
      <w:r>
        <w:t xml:space="preserve">artner may withdraw a part or all of the value of </w:t>
      </w:r>
      <w:r w:rsidR="00CC5F5E">
        <w:t>the Partner’s</w:t>
      </w:r>
      <w:r>
        <w:t xml:space="preserve"> capital account in the </w:t>
      </w:r>
      <w:r w:rsidR="00075FDB">
        <w:t>P</w:t>
      </w:r>
      <w:r>
        <w:t>artnership</w:t>
      </w:r>
      <w:r w:rsidR="00B719C5">
        <w:t>,</w:t>
      </w:r>
      <w:r>
        <w:t xml:space="preserve"> and the </w:t>
      </w:r>
      <w:r w:rsidR="00075FDB">
        <w:t>P</w:t>
      </w:r>
      <w:r>
        <w:t xml:space="preserve">artnership shall continue as a taxable entity. The </w:t>
      </w:r>
      <w:r w:rsidR="00075FDB">
        <w:t>P</w:t>
      </w:r>
      <w:r>
        <w:t xml:space="preserve">artner withdrawing a part or all of the value of </w:t>
      </w:r>
      <w:r w:rsidR="00CC5F5E">
        <w:t>such</w:t>
      </w:r>
      <w:r>
        <w:t xml:space="preserve"> capital account shall give notice of such intention in writing to the Secretary. Written notice shall be deemed to be received as of the first meeting of the </w:t>
      </w:r>
      <w:r w:rsidR="00075FDB">
        <w:t>P</w:t>
      </w:r>
      <w:r>
        <w:t>artnership at which it is presented. If written notice is received between meetings</w:t>
      </w:r>
      <w:r w:rsidR="00075FDB">
        <w:t>,</w:t>
      </w:r>
      <w:r>
        <w:t xml:space="preserve"> it will be treated as received at the first following meeting.</w:t>
      </w:r>
    </w:p>
    <w:p w:rsidR="009B2ADB" w:rsidRDefault="009B2ADB" w:rsidP="00BB4284">
      <w:pPr>
        <w:pStyle w:val="BodyText"/>
      </w:pPr>
      <w:r>
        <w:t xml:space="preserve">In making payment, the value of the </w:t>
      </w:r>
      <w:r w:rsidR="00075FDB">
        <w:t>P</w:t>
      </w:r>
      <w:r>
        <w:t xml:space="preserve">artnership as set forth in the valuation statement prepared for the first meeting following the meeting at which notice is received from a </w:t>
      </w:r>
      <w:r w:rsidR="00075FDB">
        <w:t>P</w:t>
      </w:r>
      <w:r>
        <w:t>artner requesti</w:t>
      </w:r>
      <w:r w:rsidR="00075FDB">
        <w:t>ng a partial or full withdrawal</w:t>
      </w:r>
      <w:r>
        <w:t xml:space="preserve"> will be used to determine the value of the </w:t>
      </w:r>
      <w:r w:rsidR="00075FDB">
        <w:t>P</w:t>
      </w:r>
      <w:r>
        <w:t>artner's account.</w:t>
      </w:r>
    </w:p>
    <w:p w:rsidR="009B2ADB" w:rsidRDefault="009B2ADB" w:rsidP="00BB4284">
      <w:pPr>
        <w:pStyle w:val="BodyText"/>
      </w:pPr>
      <w:r>
        <w:t xml:space="preserve">The </w:t>
      </w:r>
      <w:r w:rsidR="00075FDB">
        <w:t>P</w:t>
      </w:r>
      <w:r>
        <w:t xml:space="preserve">artnership shall pay the </w:t>
      </w:r>
      <w:r w:rsidR="00075FDB">
        <w:t>P</w:t>
      </w:r>
      <w:r>
        <w:t xml:space="preserve">artner who is withdrawing a portion or all of the value of his capital account in the </w:t>
      </w:r>
      <w:r w:rsidR="00075FDB">
        <w:t>P</w:t>
      </w:r>
      <w:r>
        <w:t xml:space="preserve">artnership in accordance with </w:t>
      </w:r>
      <w:r w:rsidR="00753592">
        <w:t>the Terms of Payment section below in this agreement.</w:t>
      </w:r>
    </w:p>
    <w:p w:rsidR="00753592" w:rsidRDefault="00753592" w:rsidP="00BB4284">
      <w:pPr>
        <w:pStyle w:val="Heading2"/>
      </w:pPr>
      <w:r>
        <w:lastRenderedPageBreak/>
        <w:t xml:space="preserve">XXI. </w:t>
      </w:r>
      <w:r w:rsidR="009B2ADB">
        <w:t>Death or Incapacity of a Partner</w:t>
      </w:r>
    </w:p>
    <w:p w:rsidR="009B2ADB" w:rsidRDefault="00753592" w:rsidP="00BB4284">
      <w:pPr>
        <w:pStyle w:val="BodyText"/>
      </w:pPr>
      <w:r>
        <w:t>I</w:t>
      </w:r>
      <w:r w:rsidR="009B2ADB">
        <w:t xml:space="preserve">n the event of the death or incapacity of a </w:t>
      </w:r>
      <w:r w:rsidR="00033BF7">
        <w:t>P</w:t>
      </w:r>
      <w:r w:rsidR="009B2ADB">
        <w:t>artner (or the death or incapacity of the grantor and sole trustee of a revocable living trust</w:t>
      </w:r>
      <w:r>
        <w:t>)</w:t>
      </w:r>
      <w:r w:rsidR="009B2ADB">
        <w:t>, receipt of notice shall be treated as a notice of full withdrawal.</w:t>
      </w:r>
    </w:p>
    <w:p w:rsidR="00753592" w:rsidRDefault="00753592" w:rsidP="00BB4284">
      <w:pPr>
        <w:pStyle w:val="Heading2"/>
      </w:pPr>
      <w:r>
        <w:t xml:space="preserve">XXII. </w:t>
      </w:r>
      <w:r w:rsidR="009B2ADB">
        <w:t>Terms of Payment</w:t>
      </w:r>
    </w:p>
    <w:p w:rsidR="009B2ADB" w:rsidRDefault="009B2ADB" w:rsidP="00BB4284">
      <w:pPr>
        <w:pStyle w:val="BodyText"/>
      </w:pPr>
      <w:r>
        <w:t xml:space="preserve">In the case of a partial withdrawal, payment may be made in cash or securities of the </w:t>
      </w:r>
      <w:r w:rsidR="00033BF7">
        <w:t>P</w:t>
      </w:r>
      <w:r>
        <w:t xml:space="preserve">artnership or a mix of each at the option of the </w:t>
      </w:r>
      <w:r w:rsidR="00033BF7">
        <w:t>P</w:t>
      </w:r>
      <w:r>
        <w:t>artner</w:t>
      </w:r>
      <w:r w:rsidR="00E35A2D">
        <w:t xml:space="preserve"> making the partial withdrawal.</w:t>
      </w:r>
      <w:r>
        <w:t xml:space="preserve"> In the case of a full withdrawal, payment may be made in cash or securities or a mix of each at the option of the remaining </w:t>
      </w:r>
      <w:r w:rsidR="00033BF7">
        <w:t>P</w:t>
      </w:r>
      <w:r>
        <w:t xml:space="preserve">artners. In either case, where securities are to be distributed, the remaining </w:t>
      </w:r>
      <w:r w:rsidR="00033BF7">
        <w:t>P</w:t>
      </w:r>
      <w:r>
        <w:t>artners select the securities.</w:t>
      </w:r>
    </w:p>
    <w:p w:rsidR="009B2ADB" w:rsidRDefault="009B2ADB" w:rsidP="00BB4284">
      <w:pPr>
        <w:pStyle w:val="BodyText"/>
      </w:pPr>
      <w:r>
        <w:t xml:space="preserve">Where cash is transferred, the </w:t>
      </w:r>
      <w:r w:rsidR="00033BF7">
        <w:t>P</w:t>
      </w:r>
      <w:r>
        <w:t xml:space="preserve">artnership shall transfer to the </w:t>
      </w:r>
      <w:r w:rsidR="00033BF7">
        <w:t>P</w:t>
      </w:r>
      <w:r>
        <w:t xml:space="preserve">artner (or other appropriate entity) withdrawing a portion or all of his interest in the </w:t>
      </w:r>
      <w:r w:rsidR="00033BF7">
        <w:t>P</w:t>
      </w:r>
      <w:r>
        <w:t xml:space="preserve">artnership, an amount equal to the lesser of (i) ninety-seven percent (97%) of the value of the capital account being withdrawn, or (ii) the value of the capital account being withdrawn, less the actual cost to the </w:t>
      </w:r>
      <w:r w:rsidR="00033BF7">
        <w:t>P</w:t>
      </w:r>
      <w:r>
        <w:t>artnership of selling securities to obtain cash to meet the withdrawal. The amount being withdrawn shall be paid within 10 days after the valuation date used in determining the withdrawal amount.</w:t>
      </w:r>
    </w:p>
    <w:p w:rsidR="009B2ADB" w:rsidRDefault="009B2ADB" w:rsidP="00BB4284">
      <w:pPr>
        <w:pStyle w:val="BodyText"/>
      </w:pPr>
      <w:r>
        <w:t xml:space="preserve">If the </w:t>
      </w:r>
      <w:r w:rsidR="00033BF7">
        <w:t>P</w:t>
      </w:r>
      <w:r>
        <w:t xml:space="preserve">artner withdrawing a portion or all of the value of his capital account in the </w:t>
      </w:r>
      <w:r w:rsidR="00033BF7">
        <w:t>P</w:t>
      </w:r>
      <w:r>
        <w:t xml:space="preserve">artnership desires an immediate payment in cash, the </w:t>
      </w:r>
      <w:r w:rsidR="00033BF7">
        <w:t>P</w:t>
      </w:r>
      <w:r>
        <w:t xml:space="preserve">artnership at its earliest convenience may pay eighty percent (80%) of the estimated value of his capital account and </w:t>
      </w:r>
      <w:r w:rsidR="006D5B00">
        <w:t xml:space="preserve">may then </w:t>
      </w:r>
      <w:r>
        <w:t xml:space="preserve">settle the balance in accordance with the valuation and payment procedures set forth </w:t>
      </w:r>
      <w:r w:rsidR="006D5B00">
        <w:t>above</w:t>
      </w:r>
      <w:r w:rsidR="00753592">
        <w:t>.</w:t>
      </w:r>
    </w:p>
    <w:p w:rsidR="009B2ADB" w:rsidRDefault="009B2ADB" w:rsidP="00BB4284">
      <w:pPr>
        <w:pStyle w:val="BodyText"/>
      </w:pPr>
      <w:r>
        <w:t xml:space="preserve">Where securities are transferred, the </w:t>
      </w:r>
      <w:r w:rsidR="00033BF7">
        <w:t>P</w:t>
      </w:r>
      <w:r>
        <w:t>artnership shall select securities to transfer equal to the value of the capital account or a portion of the capital account being withdrawn (i.e., without a reduction for broker commissions). Securities shall be tra</w:t>
      </w:r>
      <w:r w:rsidR="00E35A2D">
        <w:t>nsferred as of the date of the C</w:t>
      </w:r>
      <w:r>
        <w:t xml:space="preserve">lub's valuation statement prepared to determine the value of that </w:t>
      </w:r>
      <w:r w:rsidR="00033BF7">
        <w:t>P</w:t>
      </w:r>
      <w:r>
        <w:t xml:space="preserve">artner's capital account in the </w:t>
      </w:r>
      <w:r w:rsidR="002B73A7">
        <w:t>P</w:t>
      </w:r>
      <w:r>
        <w:t xml:space="preserve">artnership. The Club's broker shall be advised that ownership of the securities has been transferred to the </w:t>
      </w:r>
      <w:r w:rsidR="00033BF7">
        <w:t>P</w:t>
      </w:r>
      <w:r>
        <w:t>artner as of the valuation date used for the withdrawal.</w:t>
      </w:r>
    </w:p>
    <w:p w:rsidR="00753592" w:rsidRDefault="00753592" w:rsidP="00BB4284">
      <w:pPr>
        <w:pStyle w:val="Heading2"/>
      </w:pPr>
      <w:r>
        <w:t>XXIII. Forbidden Acts</w:t>
      </w:r>
    </w:p>
    <w:p w:rsidR="009B2ADB" w:rsidRDefault="009B2ADB" w:rsidP="00BB4284">
      <w:pPr>
        <w:pStyle w:val="BodyText"/>
      </w:pPr>
      <w:r>
        <w:t xml:space="preserve">No </w:t>
      </w:r>
      <w:r w:rsidR="00033BF7">
        <w:t>P</w:t>
      </w:r>
      <w:r>
        <w:t>artner shall:</w:t>
      </w:r>
    </w:p>
    <w:p w:rsidR="009B2ADB" w:rsidRDefault="009B2ADB" w:rsidP="00C52803">
      <w:pPr>
        <w:pStyle w:val="ListBullet2"/>
      </w:pPr>
      <w:r>
        <w:t xml:space="preserve">Have the right or authority to bind or obligate the </w:t>
      </w:r>
      <w:r w:rsidR="00033BF7">
        <w:t>P</w:t>
      </w:r>
      <w:r>
        <w:t xml:space="preserve">artnership to any extent whatsoever with regard to any matter outside the scope of the </w:t>
      </w:r>
      <w:r w:rsidR="00033BF7">
        <w:t>P</w:t>
      </w:r>
      <w:r>
        <w:t>artnership purpose.</w:t>
      </w:r>
    </w:p>
    <w:p w:rsidR="009B2ADB" w:rsidRDefault="009B2ADB" w:rsidP="00C52803">
      <w:pPr>
        <w:pStyle w:val="ListBullet2"/>
      </w:pPr>
      <w:r>
        <w:t xml:space="preserve">Except as provided in </w:t>
      </w:r>
      <w:r w:rsidR="00753592">
        <w:t>this agreement,</w:t>
      </w:r>
      <w:r>
        <w:t xml:space="preserve"> without the unanimous consent of all the other </w:t>
      </w:r>
      <w:r w:rsidR="00033BF7">
        <w:t>P</w:t>
      </w:r>
      <w:r>
        <w:t>artners, assign, transfer, pledge, mortgage</w:t>
      </w:r>
      <w:r w:rsidR="00033BF7">
        <w:t>,</w:t>
      </w:r>
      <w:r>
        <w:t xml:space="preserve"> or sell all or part of his</w:t>
      </w:r>
      <w:r w:rsidR="00CC5F5E">
        <w:t xml:space="preserve"> or her</w:t>
      </w:r>
      <w:r>
        <w:t xml:space="preserve"> interest in the </w:t>
      </w:r>
      <w:r w:rsidR="00033BF7">
        <w:t>P</w:t>
      </w:r>
      <w:r>
        <w:t xml:space="preserve">artnership to any other </w:t>
      </w:r>
      <w:r w:rsidR="00033BF7">
        <w:t>P</w:t>
      </w:r>
      <w:r>
        <w:t xml:space="preserve">artner or other person whomsoever, or enter into any agreement as the result of which any person or persons not a </w:t>
      </w:r>
      <w:r w:rsidR="00033BF7">
        <w:t>P</w:t>
      </w:r>
      <w:r>
        <w:t xml:space="preserve">artner shall become interested in the </w:t>
      </w:r>
      <w:r w:rsidR="00033BF7">
        <w:t>P</w:t>
      </w:r>
      <w:r>
        <w:t>artnership.</w:t>
      </w:r>
    </w:p>
    <w:p w:rsidR="009B2ADB" w:rsidRDefault="009B2ADB" w:rsidP="00C52803">
      <w:pPr>
        <w:pStyle w:val="ListBullet2"/>
      </w:pPr>
      <w:r>
        <w:t xml:space="preserve">Purchase an investment for the </w:t>
      </w:r>
      <w:r w:rsidR="00033BF7">
        <w:t>P</w:t>
      </w:r>
      <w:r>
        <w:t>artnership where less than the full purchase price is paid for same.</w:t>
      </w:r>
    </w:p>
    <w:p w:rsidR="009B2ADB" w:rsidRDefault="009B2ADB" w:rsidP="00C52803">
      <w:pPr>
        <w:pStyle w:val="ListBullet2"/>
      </w:pPr>
      <w:r>
        <w:t xml:space="preserve">Use the </w:t>
      </w:r>
      <w:r w:rsidR="00033BF7">
        <w:t>P</w:t>
      </w:r>
      <w:r>
        <w:t>artnership name, credit</w:t>
      </w:r>
      <w:r w:rsidR="00033BF7">
        <w:t>,</w:t>
      </w:r>
      <w:r>
        <w:t xml:space="preserve"> or property for other than </w:t>
      </w:r>
      <w:r w:rsidR="00033BF7">
        <w:t>P</w:t>
      </w:r>
      <w:r>
        <w:t>artnership purposes.</w:t>
      </w:r>
    </w:p>
    <w:p w:rsidR="009B2ADB" w:rsidRDefault="009B2ADB" w:rsidP="00C52803">
      <w:pPr>
        <w:pStyle w:val="ListBullet2"/>
      </w:pPr>
      <w:r>
        <w:t xml:space="preserve">Do any act detrimental to the interests of the </w:t>
      </w:r>
      <w:r w:rsidR="00033BF7">
        <w:t>P</w:t>
      </w:r>
      <w:r>
        <w:t xml:space="preserve">artnership or </w:t>
      </w:r>
      <w:r w:rsidR="006D5B00">
        <w:t>any act that</w:t>
      </w:r>
      <w:r>
        <w:t xml:space="preserve"> would make it impossible to carry on the business or affairs of the </w:t>
      </w:r>
      <w:r w:rsidR="00033BF7">
        <w:t>P</w:t>
      </w:r>
      <w:r>
        <w:t>artnership.</w:t>
      </w:r>
    </w:p>
    <w:p w:rsidR="00C52803" w:rsidRDefault="00C52803" w:rsidP="00BB4284">
      <w:pPr>
        <w:pStyle w:val="BodyText"/>
      </w:pPr>
    </w:p>
    <w:p w:rsidR="009B2ADB" w:rsidRDefault="009B2ADB" w:rsidP="00BB4284">
      <w:pPr>
        <w:pStyle w:val="BodyText"/>
      </w:pPr>
      <w:r>
        <w:lastRenderedPageBreak/>
        <w:t>This Agreement of Partnership shall be binding upon the respective heirs, executors, administrators</w:t>
      </w:r>
      <w:r w:rsidR="00033BF7">
        <w:t>,</w:t>
      </w:r>
      <w:r>
        <w:t xml:space="preserve"> and personal representatives of the </w:t>
      </w:r>
      <w:r w:rsidR="00033BF7">
        <w:t>P</w:t>
      </w:r>
      <w:r>
        <w:t>artners.</w:t>
      </w:r>
    </w:p>
    <w:p w:rsidR="009B2ADB" w:rsidRDefault="009B2ADB" w:rsidP="00BB4284">
      <w:pPr>
        <w:pStyle w:val="BodyText"/>
      </w:pPr>
      <w:r>
        <w:t xml:space="preserve">The </w:t>
      </w:r>
      <w:r w:rsidR="00033BF7">
        <w:t>P</w:t>
      </w:r>
      <w:r>
        <w:t>artners have caused this Agreement of Partnership to be executed on the dates indicated below, effective as of the date indicated above.</w:t>
      </w:r>
    </w:p>
    <w:p w:rsidR="009E6F4E" w:rsidRDefault="009E6F4E" w:rsidP="00BB4284">
      <w:pPr>
        <w:pStyle w:val="BodyText"/>
      </w:pPr>
    </w:p>
    <w:tbl>
      <w:tblPr>
        <w:tblStyle w:val="TableGrid"/>
        <w:tblW w:w="0" w:type="auto"/>
        <w:tblLook w:val="01E0" w:firstRow="1" w:lastRow="1" w:firstColumn="1" w:lastColumn="1" w:noHBand="0" w:noVBand="0"/>
      </w:tblPr>
      <w:tblGrid>
        <w:gridCol w:w="3528"/>
        <w:gridCol w:w="3960"/>
        <w:gridCol w:w="2520"/>
      </w:tblGrid>
      <w:tr w:rsidR="007811F3" w:rsidRPr="009E6F4E">
        <w:trPr>
          <w:trHeight w:val="432"/>
        </w:trPr>
        <w:tc>
          <w:tcPr>
            <w:tcW w:w="3528" w:type="dxa"/>
            <w:shd w:val="clear" w:color="auto" w:fill="262626"/>
            <w:vAlign w:val="center"/>
          </w:tcPr>
          <w:p w:rsidR="007811F3" w:rsidRPr="009E6F4E" w:rsidRDefault="007811F3" w:rsidP="00BB4284">
            <w:pPr>
              <w:pStyle w:val="Heading3"/>
              <w:rPr>
                <w:color w:val="FFFFFF"/>
              </w:rPr>
            </w:pPr>
            <w:r w:rsidRPr="009E6F4E">
              <w:rPr>
                <w:color w:val="FFFFFF"/>
              </w:rPr>
              <w:t>Partner (Printed Name)</w:t>
            </w:r>
          </w:p>
        </w:tc>
        <w:tc>
          <w:tcPr>
            <w:tcW w:w="3960" w:type="dxa"/>
            <w:shd w:val="clear" w:color="auto" w:fill="262626"/>
            <w:vAlign w:val="center"/>
          </w:tcPr>
          <w:p w:rsidR="007811F3" w:rsidRPr="009E6F4E" w:rsidRDefault="007811F3" w:rsidP="00BB4284">
            <w:pPr>
              <w:pStyle w:val="Heading3"/>
              <w:rPr>
                <w:color w:val="FFFFFF"/>
              </w:rPr>
            </w:pPr>
            <w:r w:rsidRPr="009E6F4E">
              <w:rPr>
                <w:color w:val="FFFFFF"/>
              </w:rPr>
              <w:t xml:space="preserve">Partner </w:t>
            </w:r>
            <w:r w:rsidR="00033BF7" w:rsidRPr="009E6F4E">
              <w:rPr>
                <w:color w:val="FFFFFF"/>
              </w:rPr>
              <w:t>(</w:t>
            </w:r>
            <w:r w:rsidRPr="009E6F4E">
              <w:rPr>
                <w:color w:val="FFFFFF"/>
              </w:rPr>
              <w:t>Signature</w:t>
            </w:r>
            <w:r w:rsidR="00033BF7" w:rsidRPr="009E6F4E">
              <w:rPr>
                <w:color w:val="FFFFFF"/>
              </w:rPr>
              <w:t>)</w:t>
            </w:r>
          </w:p>
        </w:tc>
        <w:tc>
          <w:tcPr>
            <w:tcW w:w="2520" w:type="dxa"/>
            <w:shd w:val="clear" w:color="auto" w:fill="262626"/>
            <w:vAlign w:val="center"/>
          </w:tcPr>
          <w:p w:rsidR="007811F3" w:rsidRPr="009E6F4E" w:rsidRDefault="007811F3" w:rsidP="00BB4284">
            <w:pPr>
              <w:pStyle w:val="Heading3"/>
              <w:rPr>
                <w:color w:val="FFFFFF"/>
              </w:rPr>
            </w:pPr>
            <w:r w:rsidRPr="009E6F4E">
              <w:rPr>
                <w:color w:val="FFFFFF"/>
              </w:rPr>
              <w:t>Date Signed</w:t>
            </w:r>
          </w:p>
        </w:tc>
      </w:tr>
      <w:tr w:rsidR="007811F3">
        <w:trPr>
          <w:trHeight w:val="720"/>
        </w:trPr>
        <w:tc>
          <w:tcPr>
            <w:tcW w:w="3528" w:type="dxa"/>
            <w:vAlign w:val="center"/>
          </w:tcPr>
          <w:p w:rsidR="007811F3" w:rsidRDefault="007811F3" w:rsidP="00BB4284">
            <w:pPr>
              <w:pStyle w:val="BodyText"/>
            </w:pPr>
          </w:p>
        </w:tc>
        <w:tc>
          <w:tcPr>
            <w:tcW w:w="3960" w:type="dxa"/>
            <w:vAlign w:val="center"/>
          </w:tcPr>
          <w:p w:rsidR="007811F3" w:rsidRDefault="007811F3" w:rsidP="00BB4284">
            <w:pPr>
              <w:pStyle w:val="BodyText"/>
            </w:pPr>
          </w:p>
        </w:tc>
        <w:tc>
          <w:tcPr>
            <w:tcW w:w="2520" w:type="dxa"/>
            <w:vAlign w:val="center"/>
          </w:tcPr>
          <w:p w:rsidR="007811F3" w:rsidRDefault="007811F3" w:rsidP="00BB4284">
            <w:pPr>
              <w:pStyle w:val="BodyText"/>
            </w:pPr>
          </w:p>
        </w:tc>
      </w:tr>
      <w:tr w:rsidR="007811F3">
        <w:trPr>
          <w:trHeight w:val="720"/>
        </w:trPr>
        <w:tc>
          <w:tcPr>
            <w:tcW w:w="3528" w:type="dxa"/>
            <w:vAlign w:val="center"/>
          </w:tcPr>
          <w:p w:rsidR="007811F3" w:rsidRDefault="007811F3" w:rsidP="00BB4284">
            <w:pPr>
              <w:pStyle w:val="BodyText"/>
            </w:pPr>
          </w:p>
        </w:tc>
        <w:tc>
          <w:tcPr>
            <w:tcW w:w="3960" w:type="dxa"/>
            <w:vAlign w:val="center"/>
          </w:tcPr>
          <w:p w:rsidR="007811F3" w:rsidRDefault="007811F3" w:rsidP="00BB4284">
            <w:pPr>
              <w:pStyle w:val="BodyText"/>
            </w:pPr>
          </w:p>
        </w:tc>
        <w:tc>
          <w:tcPr>
            <w:tcW w:w="2520" w:type="dxa"/>
            <w:vAlign w:val="center"/>
          </w:tcPr>
          <w:p w:rsidR="007811F3" w:rsidRDefault="007811F3" w:rsidP="00BB4284">
            <w:pPr>
              <w:pStyle w:val="BodyText"/>
            </w:pPr>
          </w:p>
        </w:tc>
      </w:tr>
      <w:tr w:rsidR="007811F3">
        <w:trPr>
          <w:trHeight w:val="720"/>
        </w:trPr>
        <w:tc>
          <w:tcPr>
            <w:tcW w:w="3528" w:type="dxa"/>
            <w:vAlign w:val="center"/>
          </w:tcPr>
          <w:p w:rsidR="007811F3" w:rsidRDefault="007811F3" w:rsidP="00BB4284">
            <w:pPr>
              <w:pStyle w:val="BodyText"/>
            </w:pPr>
          </w:p>
        </w:tc>
        <w:tc>
          <w:tcPr>
            <w:tcW w:w="3960" w:type="dxa"/>
            <w:vAlign w:val="center"/>
          </w:tcPr>
          <w:p w:rsidR="007811F3" w:rsidRDefault="007811F3" w:rsidP="00BB4284">
            <w:pPr>
              <w:pStyle w:val="BodyText"/>
            </w:pPr>
          </w:p>
        </w:tc>
        <w:tc>
          <w:tcPr>
            <w:tcW w:w="2520" w:type="dxa"/>
            <w:vAlign w:val="center"/>
          </w:tcPr>
          <w:p w:rsidR="007811F3" w:rsidRDefault="007811F3" w:rsidP="00BB4284">
            <w:pPr>
              <w:pStyle w:val="BodyText"/>
            </w:pPr>
          </w:p>
        </w:tc>
      </w:tr>
      <w:tr w:rsidR="007811F3">
        <w:trPr>
          <w:trHeight w:val="720"/>
        </w:trPr>
        <w:tc>
          <w:tcPr>
            <w:tcW w:w="3528" w:type="dxa"/>
            <w:vAlign w:val="center"/>
          </w:tcPr>
          <w:p w:rsidR="007811F3" w:rsidRDefault="007811F3" w:rsidP="00BB4284">
            <w:pPr>
              <w:pStyle w:val="BodyText"/>
            </w:pPr>
          </w:p>
        </w:tc>
        <w:tc>
          <w:tcPr>
            <w:tcW w:w="3960" w:type="dxa"/>
            <w:vAlign w:val="center"/>
          </w:tcPr>
          <w:p w:rsidR="007811F3" w:rsidRDefault="007811F3" w:rsidP="00BB4284">
            <w:pPr>
              <w:pStyle w:val="BodyText"/>
            </w:pPr>
          </w:p>
        </w:tc>
        <w:tc>
          <w:tcPr>
            <w:tcW w:w="2520" w:type="dxa"/>
            <w:vAlign w:val="center"/>
          </w:tcPr>
          <w:p w:rsidR="007811F3" w:rsidRDefault="007811F3" w:rsidP="00BB4284">
            <w:pPr>
              <w:pStyle w:val="BodyText"/>
            </w:pPr>
          </w:p>
        </w:tc>
      </w:tr>
      <w:tr w:rsidR="007811F3">
        <w:trPr>
          <w:trHeight w:val="720"/>
        </w:trPr>
        <w:tc>
          <w:tcPr>
            <w:tcW w:w="3528" w:type="dxa"/>
            <w:vAlign w:val="center"/>
          </w:tcPr>
          <w:p w:rsidR="007811F3" w:rsidRDefault="007811F3" w:rsidP="00BB4284">
            <w:pPr>
              <w:pStyle w:val="BodyText"/>
            </w:pPr>
          </w:p>
        </w:tc>
        <w:tc>
          <w:tcPr>
            <w:tcW w:w="3960" w:type="dxa"/>
            <w:vAlign w:val="center"/>
          </w:tcPr>
          <w:p w:rsidR="007811F3" w:rsidRDefault="007811F3" w:rsidP="00BB4284">
            <w:pPr>
              <w:pStyle w:val="BodyText"/>
            </w:pPr>
          </w:p>
        </w:tc>
        <w:tc>
          <w:tcPr>
            <w:tcW w:w="2520" w:type="dxa"/>
            <w:vAlign w:val="center"/>
          </w:tcPr>
          <w:p w:rsidR="007811F3" w:rsidRDefault="007811F3" w:rsidP="00BB4284">
            <w:pPr>
              <w:pStyle w:val="BodyText"/>
            </w:pPr>
          </w:p>
        </w:tc>
      </w:tr>
      <w:tr w:rsidR="007811F3">
        <w:trPr>
          <w:trHeight w:val="720"/>
        </w:trPr>
        <w:tc>
          <w:tcPr>
            <w:tcW w:w="3528" w:type="dxa"/>
            <w:vAlign w:val="center"/>
          </w:tcPr>
          <w:p w:rsidR="007811F3" w:rsidRDefault="007811F3" w:rsidP="00BB4284">
            <w:pPr>
              <w:pStyle w:val="BodyText"/>
            </w:pPr>
          </w:p>
        </w:tc>
        <w:tc>
          <w:tcPr>
            <w:tcW w:w="3960" w:type="dxa"/>
            <w:vAlign w:val="center"/>
          </w:tcPr>
          <w:p w:rsidR="007811F3" w:rsidRDefault="007811F3" w:rsidP="00BB4284">
            <w:pPr>
              <w:pStyle w:val="BodyText"/>
            </w:pPr>
          </w:p>
        </w:tc>
        <w:tc>
          <w:tcPr>
            <w:tcW w:w="2520" w:type="dxa"/>
            <w:vAlign w:val="center"/>
          </w:tcPr>
          <w:p w:rsidR="007811F3" w:rsidRDefault="007811F3" w:rsidP="00BB4284">
            <w:pPr>
              <w:pStyle w:val="BodyText"/>
            </w:pPr>
          </w:p>
        </w:tc>
      </w:tr>
      <w:tr w:rsidR="007811F3">
        <w:trPr>
          <w:trHeight w:val="720"/>
        </w:trPr>
        <w:tc>
          <w:tcPr>
            <w:tcW w:w="3528" w:type="dxa"/>
            <w:vAlign w:val="center"/>
          </w:tcPr>
          <w:p w:rsidR="007811F3" w:rsidRDefault="007811F3" w:rsidP="00BB4284">
            <w:pPr>
              <w:pStyle w:val="BodyText"/>
            </w:pPr>
          </w:p>
        </w:tc>
        <w:tc>
          <w:tcPr>
            <w:tcW w:w="3960" w:type="dxa"/>
            <w:vAlign w:val="center"/>
          </w:tcPr>
          <w:p w:rsidR="007811F3" w:rsidRDefault="007811F3" w:rsidP="00BB4284">
            <w:pPr>
              <w:pStyle w:val="BodyText"/>
            </w:pPr>
          </w:p>
        </w:tc>
        <w:tc>
          <w:tcPr>
            <w:tcW w:w="2520" w:type="dxa"/>
            <w:vAlign w:val="center"/>
          </w:tcPr>
          <w:p w:rsidR="007811F3" w:rsidRDefault="007811F3" w:rsidP="00BB4284">
            <w:pPr>
              <w:pStyle w:val="BodyText"/>
            </w:pPr>
          </w:p>
        </w:tc>
      </w:tr>
      <w:tr w:rsidR="007811F3">
        <w:trPr>
          <w:trHeight w:val="720"/>
        </w:trPr>
        <w:tc>
          <w:tcPr>
            <w:tcW w:w="3528" w:type="dxa"/>
            <w:vAlign w:val="center"/>
          </w:tcPr>
          <w:p w:rsidR="007811F3" w:rsidRDefault="007811F3" w:rsidP="00BB4284">
            <w:pPr>
              <w:pStyle w:val="BodyText"/>
            </w:pPr>
          </w:p>
        </w:tc>
        <w:tc>
          <w:tcPr>
            <w:tcW w:w="3960" w:type="dxa"/>
            <w:vAlign w:val="center"/>
          </w:tcPr>
          <w:p w:rsidR="007811F3" w:rsidRDefault="007811F3" w:rsidP="00BB4284">
            <w:pPr>
              <w:pStyle w:val="BodyText"/>
            </w:pPr>
          </w:p>
        </w:tc>
        <w:tc>
          <w:tcPr>
            <w:tcW w:w="2520" w:type="dxa"/>
            <w:vAlign w:val="center"/>
          </w:tcPr>
          <w:p w:rsidR="007811F3" w:rsidRDefault="007811F3" w:rsidP="00BB4284">
            <w:pPr>
              <w:pStyle w:val="BodyText"/>
            </w:pPr>
          </w:p>
        </w:tc>
      </w:tr>
      <w:tr w:rsidR="007811F3">
        <w:trPr>
          <w:trHeight w:val="720"/>
        </w:trPr>
        <w:tc>
          <w:tcPr>
            <w:tcW w:w="3528" w:type="dxa"/>
            <w:vAlign w:val="center"/>
          </w:tcPr>
          <w:p w:rsidR="007811F3" w:rsidRDefault="007811F3" w:rsidP="00BB4284">
            <w:pPr>
              <w:pStyle w:val="BodyText"/>
            </w:pPr>
          </w:p>
        </w:tc>
        <w:tc>
          <w:tcPr>
            <w:tcW w:w="3960" w:type="dxa"/>
            <w:vAlign w:val="center"/>
          </w:tcPr>
          <w:p w:rsidR="007811F3" w:rsidRDefault="007811F3" w:rsidP="00BB4284">
            <w:pPr>
              <w:pStyle w:val="BodyText"/>
            </w:pPr>
          </w:p>
        </w:tc>
        <w:tc>
          <w:tcPr>
            <w:tcW w:w="2520" w:type="dxa"/>
            <w:vAlign w:val="center"/>
          </w:tcPr>
          <w:p w:rsidR="007811F3" w:rsidRDefault="007811F3" w:rsidP="00BB4284">
            <w:pPr>
              <w:pStyle w:val="BodyText"/>
            </w:pPr>
          </w:p>
        </w:tc>
      </w:tr>
      <w:tr w:rsidR="007811F3">
        <w:trPr>
          <w:trHeight w:val="720"/>
        </w:trPr>
        <w:tc>
          <w:tcPr>
            <w:tcW w:w="3528" w:type="dxa"/>
            <w:vAlign w:val="center"/>
          </w:tcPr>
          <w:p w:rsidR="007811F3" w:rsidRDefault="007811F3" w:rsidP="00BB4284">
            <w:pPr>
              <w:pStyle w:val="BodyText"/>
            </w:pPr>
          </w:p>
        </w:tc>
        <w:tc>
          <w:tcPr>
            <w:tcW w:w="3960" w:type="dxa"/>
            <w:vAlign w:val="center"/>
          </w:tcPr>
          <w:p w:rsidR="007811F3" w:rsidRDefault="007811F3" w:rsidP="00BB4284">
            <w:pPr>
              <w:pStyle w:val="BodyText"/>
            </w:pPr>
          </w:p>
        </w:tc>
        <w:tc>
          <w:tcPr>
            <w:tcW w:w="2520" w:type="dxa"/>
            <w:vAlign w:val="center"/>
          </w:tcPr>
          <w:p w:rsidR="007811F3" w:rsidRDefault="007811F3" w:rsidP="00BB4284">
            <w:pPr>
              <w:pStyle w:val="BodyText"/>
            </w:pPr>
          </w:p>
        </w:tc>
      </w:tr>
      <w:tr w:rsidR="007811F3">
        <w:trPr>
          <w:trHeight w:val="720"/>
        </w:trPr>
        <w:tc>
          <w:tcPr>
            <w:tcW w:w="3528" w:type="dxa"/>
            <w:vAlign w:val="center"/>
          </w:tcPr>
          <w:p w:rsidR="007811F3" w:rsidRDefault="007811F3" w:rsidP="00BB4284">
            <w:pPr>
              <w:pStyle w:val="BodyText"/>
            </w:pPr>
          </w:p>
        </w:tc>
        <w:tc>
          <w:tcPr>
            <w:tcW w:w="3960" w:type="dxa"/>
            <w:vAlign w:val="center"/>
          </w:tcPr>
          <w:p w:rsidR="007811F3" w:rsidRDefault="007811F3" w:rsidP="00BB4284">
            <w:pPr>
              <w:pStyle w:val="BodyText"/>
            </w:pPr>
          </w:p>
        </w:tc>
        <w:tc>
          <w:tcPr>
            <w:tcW w:w="2520" w:type="dxa"/>
            <w:vAlign w:val="center"/>
          </w:tcPr>
          <w:p w:rsidR="007811F3" w:rsidRDefault="007811F3" w:rsidP="00BB4284">
            <w:pPr>
              <w:pStyle w:val="BodyText"/>
            </w:pPr>
          </w:p>
        </w:tc>
      </w:tr>
      <w:tr w:rsidR="007811F3">
        <w:trPr>
          <w:trHeight w:val="720"/>
        </w:trPr>
        <w:tc>
          <w:tcPr>
            <w:tcW w:w="3528" w:type="dxa"/>
            <w:vAlign w:val="center"/>
          </w:tcPr>
          <w:p w:rsidR="007811F3" w:rsidRDefault="007811F3" w:rsidP="00BB4284">
            <w:pPr>
              <w:pStyle w:val="BodyText"/>
            </w:pPr>
          </w:p>
        </w:tc>
        <w:tc>
          <w:tcPr>
            <w:tcW w:w="3960" w:type="dxa"/>
            <w:vAlign w:val="center"/>
          </w:tcPr>
          <w:p w:rsidR="007811F3" w:rsidRDefault="007811F3" w:rsidP="00BB4284">
            <w:pPr>
              <w:pStyle w:val="BodyText"/>
            </w:pPr>
          </w:p>
        </w:tc>
        <w:tc>
          <w:tcPr>
            <w:tcW w:w="2520" w:type="dxa"/>
            <w:vAlign w:val="center"/>
          </w:tcPr>
          <w:p w:rsidR="007811F3" w:rsidRDefault="007811F3" w:rsidP="00BB4284">
            <w:pPr>
              <w:pStyle w:val="BodyText"/>
            </w:pPr>
          </w:p>
        </w:tc>
      </w:tr>
    </w:tbl>
    <w:p w:rsidR="00EA7F5E" w:rsidRDefault="00EA7F5E" w:rsidP="00BB4284">
      <w:pPr>
        <w:pStyle w:val="BodyText"/>
      </w:pPr>
    </w:p>
    <w:sectPr w:rsidR="00EA7F5E" w:rsidSect="007E15E7">
      <w:pgSz w:w="12240" w:h="15840"/>
      <w:pgMar w:top="1080" w:right="126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64D499A2"/>
    <w:lvl w:ilvl="0">
      <w:start w:val="1"/>
      <w:numFmt w:val="decimal"/>
      <w:lvlText w:val="%1."/>
      <w:lvlJc w:val="left"/>
      <w:pPr>
        <w:tabs>
          <w:tab w:val="num" w:pos="1800"/>
        </w:tabs>
        <w:ind w:left="1800" w:hanging="360"/>
      </w:pPr>
    </w:lvl>
  </w:abstractNum>
  <w:abstractNum w:abstractNumId="1">
    <w:nsid w:val="FFFFFF7D"/>
    <w:multiLevelType w:val="singleLevel"/>
    <w:tmpl w:val="7936844A"/>
    <w:lvl w:ilvl="0">
      <w:start w:val="1"/>
      <w:numFmt w:val="decimal"/>
      <w:lvlText w:val="%1."/>
      <w:lvlJc w:val="left"/>
      <w:pPr>
        <w:tabs>
          <w:tab w:val="num" w:pos="1440"/>
        </w:tabs>
        <w:ind w:left="1440" w:hanging="360"/>
      </w:pPr>
    </w:lvl>
  </w:abstractNum>
  <w:abstractNum w:abstractNumId="2">
    <w:nsid w:val="FFFFFF7E"/>
    <w:multiLevelType w:val="singleLevel"/>
    <w:tmpl w:val="DAF46D1C"/>
    <w:lvl w:ilvl="0">
      <w:start w:val="1"/>
      <w:numFmt w:val="decimal"/>
      <w:lvlText w:val="%1."/>
      <w:lvlJc w:val="left"/>
      <w:pPr>
        <w:tabs>
          <w:tab w:val="num" w:pos="1080"/>
        </w:tabs>
        <w:ind w:left="1080" w:hanging="360"/>
      </w:pPr>
    </w:lvl>
  </w:abstractNum>
  <w:abstractNum w:abstractNumId="3">
    <w:nsid w:val="FFFFFF7F"/>
    <w:multiLevelType w:val="singleLevel"/>
    <w:tmpl w:val="0C5C86A2"/>
    <w:lvl w:ilvl="0">
      <w:start w:val="1"/>
      <w:numFmt w:val="decimal"/>
      <w:lvlText w:val="%1."/>
      <w:lvlJc w:val="left"/>
      <w:pPr>
        <w:tabs>
          <w:tab w:val="num" w:pos="720"/>
        </w:tabs>
        <w:ind w:left="720" w:hanging="360"/>
      </w:pPr>
    </w:lvl>
  </w:abstractNum>
  <w:abstractNum w:abstractNumId="4">
    <w:nsid w:val="FFFFFF80"/>
    <w:multiLevelType w:val="singleLevel"/>
    <w:tmpl w:val="F7AAED5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C610EDD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86B2DA6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088C3E08"/>
    <w:lvl w:ilvl="0">
      <w:start w:val="1"/>
      <w:numFmt w:val="bullet"/>
      <w:pStyle w:val="ListBullet2"/>
      <w:lvlText w:val=""/>
      <w:lvlJc w:val="left"/>
      <w:pPr>
        <w:tabs>
          <w:tab w:val="num" w:pos="720"/>
        </w:tabs>
        <w:ind w:left="720" w:hanging="360"/>
      </w:pPr>
      <w:rPr>
        <w:rFonts w:ascii="Wingdings" w:hAnsi="Wingdings" w:hint="default"/>
      </w:rPr>
    </w:lvl>
  </w:abstractNum>
  <w:abstractNum w:abstractNumId="8">
    <w:nsid w:val="FFFFFF88"/>
    <w:multiLevelType w:val="singleLevel"/>
    <w:tmpl w:val="7952D6C0"/>
    <w:lvl w:ilvl="0">
      <w:start w:val="1"/>
      <w:numFmt w:val="decimal"/>
      <w:lvlText w:val="%1."/>
      <w:lvlJc w:val="left"/>
      <w:pPr>
        <w:tabs>
          <w:tab w:val="num" w:pos="360"/>
        </w:tabs>
        <w:ind w:left="360" w:hanging="360"/>
      </w:pPr>
    </w:lvl>
  </w:abstractNum>
  <w:abstractNum w:abstractNumId="9">
    <w:nsid w:val="FFFFFF89"/>
    <w:multiLevelType w:val="singleLevel"/>
    <w:tmpl w:val="AF7EE398"/>
    <w:lvl w:ilvl="0">
      <w:start w:val="1"/>
      <w:numFmt w:val="bullet"/>
      <w:lvlText w:val=""/>
      <w:lvlJc w:val="left"/>
      <w:pPr>
        <w:tabs>
          <w:tab w:val="num" w:pos="360"/>
        </w:tabs>
        <w:ind w:left="360" w:hanging="360"/>
      </w:pPr>
      <w:rPr>
        <w:rFonts w:ascii="Symbol" w:hAnsi="Symbol" w:hint="default"/>
      </w:rPr>
    </w:lvl>
  </w:abstractNum>
  <w:abstractNum w:abstractNumId="10">
    <w:nsid w:val="10454B7E"/>
    <w:multiLevelType w:val="multilevel"/>
    <w:tmpl w:val="B3F66FEE"/>
    <w:lvl w:ilvl="0">
      <w:start w:val="1"/>
      <w:numFmt w:val="bullet"/>
      <w:lvlText w:val=""/>
      <w:lvlJc w:val="left"/>
      <w:pPr>
        <w:tabs>
          <w:tab w:val="num" w:pos="720"/>
        </w:tabs>
        <w:ind w:left="720" w:hanging="360"/>
      </w:pPr>
      <w:rPr>
        <w:rFonts w:ascii="Wingdings" w:hAnsi="Wingdings"/>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nsid w:val="11DE3709"/>
    <w:multiLevelType w:val="hybridMultilevel"/>
    <w:tmpl w:val="F09894BA"/>
    <w:lvl w:ilvl="0" w:tplc="8C341632">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19894502"/>
    <w:multiLevelType w:val="hybridMultilevel"/>
    <w:tmpl w:val="1FBE179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nsid w:val="1E48640E"/>
    <w:multiLevelType w:val="multilevel"/>
    <w:tmpl w:val="2C52D31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2107366E"/>
    <w:multiLevelType w:val="hybridMultilevel"/>
    <w:tmpl w:val="CDEA143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5814844"/>
    <w:multiLevelType w:val="hybridMultilevel"/>
    <w:tmpl w:val="4EF200A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B974AA0"/>
    <w:multiLevelType w:val="hybridMultilevel"/>
    <w:tmpl w:val="2C52D31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F666692"/>
    <w:multiLevelType w:val="hybridMultilevel"/>
    <w:tmpl w:val="5A7CAE2A"/>
    <w:lvl w:ilvl="0" w:tplc="7CAEB4BC">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4C621915"/>
    <w:multiLevelType w:val="hybridMultilevel"/>
    <w:tmpl w:val="B3F66FE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4E426FC9"/>
    <w:multiLevelType w:val="multilevel"/>
    <w:tmpl w:val="949EFBB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nsid w:val="73A545C8"/>
    <w:multiLevelType w:val="hybridMultilevel"/>
    <w:tmpl w:val="949EFB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18"/>
  </w:num>
  <w:num w:numId="3">
    <w:abstractNumId w:val="15"/>
  </w:num>
  <w:num w:numId="4">
    <w:abstractNumId w:val="14"/>
  </w:num>
  <w:num w:numId="5">
    <w:abstractNumId w:val="12"/>
  </w:num>
  <w:num w:numId="6">
    <w:abstractNumId w:val="10"/>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20"/>
  </w:num>
  <w:num w:numId="18">
    <w:abstractNumId w:val="19"/>
  </w:num>
  <w:num w:numId="19">
    <w:abstractNumId w:val="16"/>
  </w:num>
  <w:num w:numId="20">
    <w:abstractNumId w:val="13"/>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567A"/>
    <w:rsid w:val="00021BC3"/>
    <w:rsid w:val="00033BF7"/>
    <w:rsid w:val="00075FDB"/>
    <w:rsid w:val="000F30D9"/>
    <w:rsid w:val="001324E5"/>
    <w:rsid w:val="00171773"/>
    <w:rsid w:val="00171CF4"/>
    <w:rsid w:val="00187C5C"/>
    <w:rsid w:val="001B7DAC"/>
    <w:rsid w:val="001D6FE6"/>
    <w:rsid w:val="001E3B3B"/>
    <w:rsid w:val="001F664D"/>
    <w:rsid w:val="002A2A7C"/>
    <w:rsid w:val="002A771D"/>
    <w:rsid w:val="002B73A7"/>
    <w:rsid w:val="002C23E6"/>
    <w:rsid w:val="002C3606"/>
    <w:rsid w:val="0030567A"/>
    <w:rsid w:val="00422B5E"/>
    <w:rsid w:val="004656A7"/>
    <w:rsid w:val="004B226B"/>
    <w:rsid w:val="004C1C5D"/>
    <w:rsid w:val="00561628"/>
    <w:rsid w:val="005655E6"/>
    <w:rsid w:val="005C3630"/>
    <w:rsid w:val="005D4247"/>
    <w:rsid w:val="005E2373"/>
    <w:rsid w:val="006106C4"/>
    <w:rsid w:val="00620327"/>
    <w:rsid w:val="0067688A"/>
    <w:rsid w:val="006968BD"/>
    <w:rsid w:val="006B0A33"/>
    <w:rsid w:val="006D5B00"/>
    <w:rsid w:val="00753592"/>
    <w:rsid w:val="007811F3"/>
    <w:rsid w:val="007818B3"/>
    <w:rsid w:val="00787A2A"/>
    <w:rsid w:val="00787D15"/>
    <w:rsid w:val="007D5E14"/>
    <w:rsid w:val="007E15E7"/>
    <w:rsid w:val="007F4A3F"/>
    <w:rsid w:val="008622DD"/>
    <w:rsid w:val="00897D55"/>
    <w:rsid w:val="008A18C3"/>
    <w:rsid w:val="009056D1"/>
    <w:rsid w:val="009058C3"/>
    <w:rsid w:val="0095094E"/>
    <w:rsid w:val="009B2ADB"/>
    <w:rsid w:val="009C0B18"/>
    <w:rsid w:val="009E6F4E"/>
    <w:rsid w:val="009F2FB4"/>
    <w:rsid w:val="009F505B"/>
    <w:rsid w:val="00A66511"/>
    <w:rsid w:val="00AF2F21"/>
    <w:rsid w:val="00B10D10"/>
    <w:rsid w:val="00B23645"/>
    <w:rsid w:val="00B719C5"/>
    <w:rsid w:val="00B9740C"/>
    <w:rsid w:val="00BB2DBB"/>
    <w:rsid w:val="00BB4284"/>
    <w:rsid w:val="00C11051"/>
    <w:rsid w:val="00C45F5E"/>
    <w:rsid w:val="00C52803"/>
    <w:rsid w:val="00CC5F5E"/>
    <w:rsid w:val="00D375C5"/>
    <w:rsid w:val="00D82075"/>
    <w:rsid w:val="00E35A2D"/>
    <w:rsid w:val="00EA7F5E"/>
    <w:rsid w:val="00ED418B"/>
    <w:rsid w:val="00F16A84"/>
    <w:rsid w:val="00F4021D"/>
    <w:rsid w:val="00F621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D9AC35B-B458-4404-BF48-23F13A6EA6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418B"/>
    <w:rPr>
      <w:rFonts w:ascii="Arial" w:hAnsi="Arial"/>
      <w:sz w:val="22"/>
      <w:szCs w:val="24"/>
    </w:rPr>
  </w:style>
  <w:style w:type="paragraph" w:styleId="Heading1">
    <w:name w:val="heading 1"/>
    <w:basedOn w:val="Normal"/>
    <w:next w:val="Normal"/>
    <w:qFormat/>
    <w:rsid w:val="009E6F4E"/>
    <w:pPr>
      <w:keepNext/>
      <w:jc w:val="center"/>
      <w:outlineLvl w:val="0"/>
    </w:pPr>
    <w:rPr>
      <w:rFonts w:ascii="Verdana" w:hAnsi="Verdana" w:cs="Arial"/>
      <w:b/>
      <w:bCs/>
      <w:kern w:val="32"/>
      <w:sz w:val="32"/>
      <w:szCs w:val="32"/>
    </w:rPr>
  </w:style>
  <w:style w:type="paragraph" w:styleId="Heading2">
    <w:name w:val="heading 2"/>
    <w:basedOn w:val="Normal"/>
    <w:next w:val="Normal"/>
    <w:qFormat/>
    <w:rsid w:val="005D4247"/>
    <w:pPr>
      <w:keepNext/>
      <w:spacing w:before="240" w:after="60"/>
      <w:outlineLvl w:val="1"/>
    </w:pPr>
    <w:rPr>
      <w:rFonts w:ascii="Verdana" w:hAnsi="Verdana" w:cs="Arial"/>
      <w:b/>
      <w:bCs/>
      <w:iCs/>
      <w:sz w:val="23"/>
      <w:szCs w:val="28"/>
    </w:rPr>
  </w:style>
  <w:style w:type="paragraph" w:styleId="Heading3">
    <w:name w:val="heading 3"/>
    <w:basedOn w:val="Normal"/>
    <w:next w:val="Normal"/>
    <w:qFormat/>
    <w:rsid w:val="009E6F4E"/>
    <w:pPr>
      <w:keepNext/>
      <w:jc w:val="center"/>
      <w:outlineLvl w:val="2"/>
    </w:pPr>
    <w:rPr>
      <w:rFonts w:ascii="Verdana" w:hAnsi="Verdana"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9E6F4E"/>
    <w:pPr>
      <w:spacing w:before="60" w:after="240"/>
    </w:pPr>
    <w:rPr>
      <w:rFonts w:ascii="Verdana" w:hAnsi="Verdana"/>
    </w:rPr>
  </w:style>
  <w:style w:type="paragraph" w:styleId="ListBullet2">
    <w:name w:val="List Bullet 2"/>
    <w:basedOn w:val="Normal"/>
    <w:autoRedefine/>
    <w:rsid w:val="006968BD"/>
    <w:pPr>
      <w:numPr>
        <w:numId w:val="8"/>
      </w:numPr>
    </w:pPr>
  </w:style>
  <w:style w:type="table" w:styleId="TableGrid">
    <w:name w:val="Table Grid"/>
    <w:basedOn w:val="TableNormal"/>
    <w:rsid w:val="007811F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semiHidden/>
    <w:rsid w:val="009C0B18"/>
    <w:rPr>
      <w:sz w:val="16"/>
      <w:szCs w:val="16"/>
    </w:rPr>
  </w:style>
  <w:style w:type="paragraph" w:styleId="CommentText">
    <w:name w:val="annotation text"/>
    <w:basedOn w:val="Normal"/>
    <w:semiHidden/>
    <w:rsid w:val="009C0B18"/>
    <w:rPr>
      <w:sz w:val="20"/>
      <w:szCs w:val="20"/>
    </w:rPr>
  </w:style>
  <w:style w:type="paragraph" w:styleId="CommentSubject">
    <w:name w:val="annotation subject"/>
    <w:basedOn w:val="CommentText"/>
    <w:next w:val="CommentText"/>
    <w:semiHidden/>
    <w:rsid w:val="009C0B18"/>
    <w:rPr>
      <w:b/>
      <w:bCs/>
    </w:rPr>
  </w:style>
  <w:style w:type="paragraph" w:styleId="BalloonText">
    <w:name w:val="Balloon Text"/>
    <w:basedOn w:val="Normal"/>
    <w:semiHidden/>
    <w:rsid w:val="009C0B1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8092686">
      <w:bodyDiv w:val="1"/>
      <w:marLeft w:val="0"/>
      <w:marRight w:val="0"/>
      <w:marTop w:val="0"/>
      <w:marBottom w:val="0"/>
      <w:divBdr>
        <w:top w:val="none" w:sz="0" w:space="0" w:color="auto"/>
        <w:left w:val="none" w:sz="0" w:space="0" w:color="auto"/>
        <w:bottom w:val="none" w:sz="0" w:space="0" w:color="auto"/>
        <w:right w:val="none" w:sz="0" w:space="0" w:color="auto"/>
      </w:divBdr>
    </w:div>
    <w:div w:id="1170366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smedley\Application%20Data\Microsoft\Templates\Investment%20club%20partnership%20agreemen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Investment club partnership agreement.dot</Template>
  <TotalTime>0</TotalTime>
  <Pages>5</Pages>
  <Words>1702</Words>
  <Characters>9707</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Manager/>
  <Company>Microsoft Corporation</Company>
  <LinksUpToDate>false</LinksUpToDate>
  <CharactersWithSpaces>11387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Bryon Smedley</dc:creator>
  <cp:keywords/>
  <dc:description/>
  <cp:lastModifiedBy>Bryon Smedley</cp:lastModifiedBy>
  <cp:revision>2</cp:revision>
  <cp:lastPrinted>2003-07-30T18:50:00Z</cp:lastPrinted>
  <dcterms:created xsi:type="dcterms:W3CDTF">2013-12-27T14:17:00Z</dcterms:created>
  <dcterms:modified xsi:type="dcterms:W3CDTF">2013-12-27T14:17:00Z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TC060909691033</vt:lpwstr>
  </property>
</Properties>
</file>